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한국어문학과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2367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한국문학의이해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엄기영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인1-1324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인1-1429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2368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한국문학의이해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이희정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2369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한국어의이해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정인호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인2-2203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인1-1320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2370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한국어의이해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지현진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2371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한국고전소설연구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엄기영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인1-1320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인1-1324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2372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한국현대문학의이해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2373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한국어교육과정론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김명광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인1-1428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2374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한국어문법론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우창현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2375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사회언어학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이정복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인1-1428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인1-1324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2376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한글의이해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정인호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2377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한국어이해교육법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김명광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인2-2302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인2-2403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2378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한국어발음교육론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2379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한국어문법교육론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지현진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2380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디지털스토리텔링콘텐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인2-2402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츠창의설계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2381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한국어문장과문법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범금희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2382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한국고전문학사의명장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엄기영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인2-2203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면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인2-2202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2383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국어학연습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정인호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인1-1320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2384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한국어교육실습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이희정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금(09:00-09:50)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협동강의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2385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한국전통문화교육론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이희정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2386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제2언어습득론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김명광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인2-2404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인1-1205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2387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스토리텔링창작캡스톤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인2-2302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디자인(2)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5"/>
          <w:headerReference w:type="even" r:id="rId6"/>
          <w:type w:val="continuous"/>
          <w:pgSz w:w="11900" w:h="16840"/>
          <w:pgMar w:header="128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중국어중국학과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2388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중국어강독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2389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중국어강독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2390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중국학입문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민성기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2391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초급중국어(2)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인1-1219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2392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초급중국어(2)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양건분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2393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초급중국어(2)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방채홍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2394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중국어번역(2)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이미경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인1-1307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2395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중국어권문화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2396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HSK(2)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양건분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인1-1319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2397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중국과국제경제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민성기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2398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외국어교육론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이미경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인1-1307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2399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중국어작문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인1-1319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2400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고급중국어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방채홍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2401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중국문화지리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인1-1320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2402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중국과국제정치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민성기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7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2403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중국공연예술의이해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인1-1321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2404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외국어논술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2405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중국무역실무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이승일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2406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중국어통역(2)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일본어일본학과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2407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일본어와일본문화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최장근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2408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초급일본어문법(2)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김봉정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인1-1220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인1-1428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2409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일본어문장연습(1)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오수문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인2-2303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2410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일본국가의과거와현재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최장근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2411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일본어회화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오수문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2412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일본어회화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오수문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2413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일본어독해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김봉정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인1-1429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인1-1428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2414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일본역사와문화(2)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허영은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2415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고급일본어회화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오수문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인2-2202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인2-2201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2416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유신옥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2417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일본어자격시험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김봉정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2418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일본정치와경제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최장근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인1-1429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2419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시사일본어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오수문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2420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일본어학특강(2)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김봉정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인1-1219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인2-2201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2421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외국어논술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허영은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러시아어러시아학과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러시아어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2422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기초러시아어(2)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이주만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러시아어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2423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러시아어강독(2)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이규환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러시아어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2424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러시아어문법(2)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이주만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영어영문학과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2425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영어학기초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류혜경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인1-1429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인1-1224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2426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영어학기초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류혜경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2427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영문학배경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김윤경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인1-1429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2428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영문학배경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김윤경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인1-1301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인1-1320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2429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미국문학사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강희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인1-1319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인1-1324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2430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미국문학사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인1-1319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2431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실용영어(2)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윤관희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2432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실용영어(2)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윤관희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2433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6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w w:val="95"/>
                <w:sz w:val="16"/>
              </w:rPr>
              <w:t>CommunicationSkills(</w:t>
            </w:r>
            <w:r>
              <w:rPr>
                <w:rFonts w:ascii="돋움"/>
                <w:w w:val="99"/>
                <w:sz w:val="16"/>
              </w:rPr>
              <w:t> </w:t>
            </w:r>
            <w:r>
              <w:rPr>
                <w:rFonts w:ascii="돋움"/>
                <w:sz w:val="16"/>
              </w:rPr>
              <w:t>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카반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니콜라</w:t>
            </w:r>
            <w:r>
              <w:rPr>
                <w:rFonts w:ascii="돋움" w:hAnsi="돋움" w:cs="돋움" w:eastAsia="돋움"/>
                <w:sz w:val="16"/>
                <w:szCs w:val="16"/>
              </w:rPr>
              <w:t> 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코스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2434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6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w w:val="95"/>
                <w:sz w:val="16"/>
              </w:rPr>
              <w:t>CommunicationSkills(</w:t>
            </w:r>
            <w:r>
              <w:rPr>
                <w:rFonts w:ascii="돋움"/>
                <w:w w:val="99"/>
                <w:sz w:val="16"/>
              </w:rPr>
              <w:t> </w:t>
            </w:r>
            <w:r>
              <w:rPr>
                <w:rFonts w:ascii="돋움"/>
                <w:sz w:val="16"/>
              </w:rPr>
              <w:t>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카반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니콜라</w:t>
            </w:r>
            <w:r>
              <w:rPr>
                <w:rFonts w:ascii="돋움" w:hAnsi="돋움" w:cs="돋움" w:eastAsia="돋움"/>
                <w:sz w:val="16"/>
                <w:szCs w:val="16"/>
              </w:rPr>
              <w:t> 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코스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2435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생활영어(2)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/>
              <w:ind w:left="35" w:right="3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카반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니콜라</w:t>
            </w:r>
            <w:r>
              <w:rPr>
                <w:rFonts w:ascii="돋움" w:hAnsi="돋움" w:cs="돋움" w:eastAsia="돋움"/>
                <w:sz w:val="16"/>
                <w:szCs w:val="16"/>
              </w:rPr>
              <w:t> 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코스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인1-1220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2436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생활영어(2)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카반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니콜라</w:t>
            </w:r>
            <w:r>
              <w:rPr>
                <w:rFonts w:ascii="돋움" w:hAnsi="돋움" w:cs="돋움" w:eastAsia="돋움"/>
                <w:sz w:val="16"/>
                <w:szCs w:val="16"/>
              </w:rPr>
              <w:t> 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코스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2437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실무영작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윤관희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2438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현대영미시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김윤경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인1-1320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인1-1220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2439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현대영미희곡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손홍일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2440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현대영어연습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최재훈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2441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시사영어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류혜경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인1-1217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2442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영어학세미나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최재훈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인2-2203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인1-1321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2443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성과문학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인1-1319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인1-1318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2444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취업프레젠테이션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카반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니콜라</w:t>
            </w:r>
            <w:r>
              <w:rPr>
                <w:rFonts w:ascii="돋움" w:hAnsi="돋움" w:cs="돋움" w:eastAsia="돋움"/>
                <w:sz w:val="16"/>
                <w:szCs w:val="16"/>
              </w:rPr>
              <w:t> 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코스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인2-2302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2445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취업프레젠테이션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카반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니콜라</w:t>
            </w:r>
            <w:r>
              <w:rPr>
                <w:rFonts w:ascii="돋움" w:hAnsi="돋움" w:cs="돋움" w:eastAsia="돋움"/>
                <w:sz w:val="16"/>
                <w:szCs w:val="16"/>
              </w:rPr>
              <w:t> 스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코스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인1-1219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독어독문학과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독문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2446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독일산문번역실습(2)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베르투리스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독문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2447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독일어쓰기연습(2)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베르투리스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독문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2448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고급독일어문법(2)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서요성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인1-1305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유럽문화학과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2449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서유럽과동유럽입문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서요성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2450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유럽문화중심지순례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유럽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2451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프랑스어문법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이선구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인1-1318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2452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독일어초급자격증준비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베르투리스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유럽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2453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프랑스어초급자격증준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베로니크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인1-1219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비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리아스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유럽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2454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러시아문화사(2)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이규환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2455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프랑스문화예술이해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이선구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2456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독일어권연극과오페라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유럽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2457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프랑스어중급자격증준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베로니크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인2-2302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비(2)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리아스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2458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글로벌비즈니스탐색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서연용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7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유럽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2459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시사프랑스어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베로니크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엘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인1-1318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리아스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유럽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2460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경제시사상식인증시험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서연용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인1-1322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대비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체육학과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2461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수영(2)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강영구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평교수영장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2462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축구(2)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이기범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운동장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2463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운동발달학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남인수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2464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스포츠심리학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김용규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금(09:00-11:50)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2465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운동처방학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허성훈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2466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육상(2)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임순영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체육관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2467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배드민턴(1)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이종삼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체육관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2468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스포츠마사지와테이핑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이종삼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평교GX룸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2469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무용교육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임소희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평교GX룸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2470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체육사·철학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최봉암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2471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스포츠의학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임순영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목(09:00-11:50)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평교1203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2472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테니스(2)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김용규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테니스장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2473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남인수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2474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운동역학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남인수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2475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동계스포츠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이종삼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2476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스포츠생화학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이종삼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2477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스포츠산업론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김혁출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2478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퍼스널트레이닝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평교헬스장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2479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코칭론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강영구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목(14:00-16:50)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평교1210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2480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골프(2)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최봉암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평교골프장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2481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스포츠법학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김혁출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2482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건강교육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안경준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2483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체육논리및논술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남인수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스포츠레저학과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2484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사회체육론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박재암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2485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운동생리학의기초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한건수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2486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스포츠레저탐색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박미향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2487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수영(2)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박성택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평교수영장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2488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스포츠심리학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고의석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2489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골프(2)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남경완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평교골프장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2490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동계스포츠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권욱동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2491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여가론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박재암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인1-1319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2492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수상스포츠실습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박성택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2493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야구및소프트볼(2)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조민행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2494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중급테니스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조민행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테니스장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2495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중급배구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한동엽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체육관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2496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노인체육론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한건수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2497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초급요가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박미향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평교GX룸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2498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전공실기(2)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조민행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테니스장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2499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레저스포츠마케팅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박재암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평교1203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2500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에어로빅스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박미향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평교GX룸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2501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운동처방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한건수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2502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테이핑및스포츠마사지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한건수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평교GX룸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2503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퍼스널트레이닝실습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한동엽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평교헬스장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2504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중급호신술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박재암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평교GX룸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2505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심혈관계와운동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한건수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2506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전공실기(4)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김기호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체육관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2507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레저스포츠철학탐색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권욱동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2508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스포츠미디어와정보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권욱동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DU∼MOOC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DU∼MOOC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2509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장애인스포츠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권욱동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2510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스포츠심리카운셀링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고의석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2511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코칭과지도법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고의석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스포츠레저학과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2512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스포츠산업과창업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조민행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2513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전공실기(6)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박재암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체육관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스레저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2514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에코스포츠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박재암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평교1206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골프산업학과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골프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2515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골프코스공략법(2)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골프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2516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골프클럽피팅및수리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최종필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골프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2517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골프밸런스트레이닝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골프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2518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7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스포츠마케팅조사방법 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골프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2519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스포츠트레이닝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골프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2520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교정운동학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인1-1401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행정학과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2521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행정학원론(2)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서정욱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2522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행정학원론(2)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서정욱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2523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미래사회와행정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조덕호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2524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미래사회와행정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조덕호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전필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2525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사회과학방법론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송건섭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법행1205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2526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사회과학방법론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송건섭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2527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행정통제와철학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법행2303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2528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행정통제와철학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2529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현대국가와시민참여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이승철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법행1309B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2530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현대국가와시민참여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이승철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법행1309B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2531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근현대사와한국정부론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이승철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2532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근현대사와한국정부론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이승철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2533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도시행정론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조덕호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법행1205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2534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도시행정론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조덕호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2535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재무행정론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배일섭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2536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일반사회교육론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강운선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합)일사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2537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정책분석과기획론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송건섭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2538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정책분석과기획론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송건섭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2539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지역경제와산업환경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박길환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법행1102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2540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지역경제와산업환경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박길환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법행1102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2541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복지행정론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서정욱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법행1314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2542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복지행정론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서정욱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법행1112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2543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정치학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이승철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2544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일반사회논리및논술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강운선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합)일사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2545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행정서비스와실무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금용주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법행2402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2546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행정서비스와실무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금용주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</w:tbl>
    <w:p>
      <w:pPr>
        <w:spacing w:after="0" w:line="17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경찰행정학과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2547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경찰학개론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김상호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2548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경찰학개론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김상호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2549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법학개론(2)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박기석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경찰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2550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범죄심리학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박순진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법행1112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2551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형법(2)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박기석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2552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경찰조직관리론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김상호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경찰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2553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형사소송법(2)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법행1313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2554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교통학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기광도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법행2305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법행2201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2555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소년비행론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박순진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2556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범죄예방론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기광도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법행2201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경찰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2557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교정학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박순진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법행1310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2558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경찰학세미나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김상호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2559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형사정책세미나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기광도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법행1309A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도시행정학과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도행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2560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도시행정론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조순제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도행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2561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소방행정론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신규겸임교 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도행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2562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법학개론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박기석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법행1206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도행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2563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재무행정론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함요상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도행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2564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정책학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소영진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도행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2565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조사방법론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박기묵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도행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2566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부동산정책론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조순제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법행2303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도행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2567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비교발전행정론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도행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2568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공직영어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박기묵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도행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2569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토지정보체계론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소영진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도행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2570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행정학연습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소영진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도행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2571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정부간관계론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조순제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도행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2572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함요상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지역사회개발·복지학과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2573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사회복지행정론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전진수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법행2402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2574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직업진로설계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정홍인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2575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사회복지실천론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정보경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법행2402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2576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정신건강론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김미령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2577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성인학습및상담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남미란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2578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노인교육론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정홍인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2579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평생교육기관경영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법행1309B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2580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사회복지법제와실천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이남율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법행1309B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2581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자원봉사론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신규겸임교 원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법행1309B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2582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사회복지현장실습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김미령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종3101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2583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정홍인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법행1112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2584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여성교육론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정홍인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2585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현대사회문제론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이정숙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법행1309A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2586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지역사회복지론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법행2401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2587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청소년교육론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남미란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도시·지역계획학과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2588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지역정책론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장명준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공3422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2589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토지이용계획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권성문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공3422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2590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도시재생론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이성현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공3614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2591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근린계획론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김준우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공2301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2592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도시관리론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권성문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공3513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2593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도시조사분석실습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장명준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공3421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부동산·지적학과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부동산·지적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2594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부동산실무의이해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박원석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부동산·지적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2595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지적법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이성화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부동산·지적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2596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부동산공법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한정희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법행1206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부동산·지적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2597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부동산중개론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법행1309B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부동산·지적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2598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지적측량응용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신규겸임교 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부동산·지적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2599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부동산과사회통계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권태용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법행1314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법행1217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부동산·지적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2600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토지정보론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이성화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부동산·지적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2601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해외재개발재건축실무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한정희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법행2402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부동산·지적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2602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부동산분석과빅데이터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이병홍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법행2201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부동산·지적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2603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부동산투자실무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박원석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법행2303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부동산·지적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2604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상업용부동산시장론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정상국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부동산·지적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2605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부동산개발실무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정성용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부동산·지적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2606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부동산공경매론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한정희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경제학과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2607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경제학원론(2)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홍인기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2608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경제학원론(2)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홍인기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2609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경제자료이해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황진태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2610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경제자료이해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황진태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2611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경제사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김재훈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경1117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2612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김재훈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2613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미시경제학(2)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전승훈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2614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미시경제학(2)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전승훈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경1201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2615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신노사관계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김용원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2616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신노사관계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김용원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2617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경제통계분석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황진태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2618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비즈니스경제영어(2)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기돈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경1307C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2619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비즈니스경제영어(2)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기돈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경1307C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2620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비즈니스경제영어(2)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기돈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경1313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C</w:t>
            </w:r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경1207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2621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비즈니스경제영어(2)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기돈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D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2622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거시경제학(1)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박승준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2623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거시경제학(1)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박승준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2624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계량경제학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박승준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경1101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2625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계량경제학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박승준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2626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산업조직론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전승훈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2627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자본시장론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황진태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2628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재정정책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홍인기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2629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일반사회교육론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강운선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합)일사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2630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유통과물류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장태구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2631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자본주의와사회주의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김용원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경1401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경1418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2632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자본주의와사회주의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김용원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2633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도시및지역경제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장태구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경1406B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2634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지식경제론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김재훈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경상-PBL3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경제학과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2635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일반사회논리및논술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강운선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합)일사</w:t>
            </w:r>
          </w:p>
        </w:tc>
      </w:tr>
    </w:tbl>
    <w:p>
      <w:pPr>
        <w:spacing w:after="0" w:line="17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무역학과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2636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비지니스영어회화(2)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마이클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파을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2637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비지니스영어회화(2)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마이클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파을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2638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비지니스영어회화(2)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마이클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파을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2639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기업과국제환경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정재휘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2640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기업과국제환경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정재휘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2641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기업과국제환경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임인택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2642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거시경제학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배연호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2643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거시경제학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배연호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2644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거시경제학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배연호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2645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상법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2646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상법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2647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상법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경1101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2648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무역계약론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심종석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2649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무역계약론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심갑영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2650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무역계약론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심갑영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전필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2651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관세법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오현석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2652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관세법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오현석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2653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관세법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오현석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2654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국제마케팅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서민교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2655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국제마케팅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서민교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2656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국제마케팅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김희준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2657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국제재무관리론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정재휘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2658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국제재무관리론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정재휘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2659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무역운송론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심종석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2660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무역운송론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한병완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2661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무역결제론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오현석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2662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무역결제론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오현석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2663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FTA와무역정책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배연호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무역학과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2664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FTA와무역정책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배연호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2665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해외시장진출론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김희준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2666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해외시장진출론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김상욱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2667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무역분쟁론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김영주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2668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무역분쟁론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경영학과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2669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경영관리론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이웅규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2670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경영관리론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이웅규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2671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경영관리론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이기은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2672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경영관리론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이가연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2673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경영관리론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2674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경영통계학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김정섭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경전산회계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2675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경영통계학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김정섭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경전산회계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2676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경영통계학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김정섭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교1103호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2677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회계원리(2)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최현돌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합)회계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2678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회계원리(2)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합)회계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전필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2679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재무의이해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김희석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경1218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2680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재무의이해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김희석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경1419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경1420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2681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경영정보시스템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박상철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경1313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2682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경영정보시스템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박상철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2683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경영정보시스템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박상철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2684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서비스마케팅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이진화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2685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서비스마케팅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윤만희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2686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서비스마케팅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김동복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경1412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경1308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2687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서비스마케팅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김동복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2688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인적자원관리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이기은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2689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인적자원관리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이기은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경1212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경1420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2690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인적자원관리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이기은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2691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글로벌경영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윤태석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2692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글로벌경영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윤태석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2693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글로벌경영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2694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글로벌경영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노진민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2695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비즈니스와금융기관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이가연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경1207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경1420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2696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비즈니스와금융기관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이가연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경1207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경1310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경영학과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2697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유통관리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이진화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2698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유통관리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이진화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2699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E비즈니스모델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이웅규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2700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E비즈니스모델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이웅규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2701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ICT혁신관리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권순재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2702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ICT혁신관리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권순재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2703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영업과판매관리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최진명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경1218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2704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영업과판매관리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최진명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2705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글로벌창업경영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회계학과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2706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회계원리(2)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2707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회계원리(2)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합)경영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2708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회계원리(2)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최현돌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합)경영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2709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회계원리(2)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박홍조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2710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회계원리(2)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강순심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2711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회계원리(2)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강순심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금·보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2712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세무학개론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김임현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2713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세무학개론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김임현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2714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관리회계론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최정운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2715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관리회계론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정준희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2716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관리회계론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정준희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2717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재무회계(2)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서란주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2718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재무회계(2)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서란주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2719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재무회계(2)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서란주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2720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소득세회계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이병산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2721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소득세회계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이병산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2722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7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회계정보시스템운영실 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양근수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경전산회계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2723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7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회계정보시스템운영실 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양근수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경전산회계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2724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회계감사론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김정재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2725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회계감사론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2726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법인세회계(2)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박홍조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2727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법인세회계(2)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박홍조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2728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ERP회계정보실무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이장형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경전산회계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2729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ERP회계정보실무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이장형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경전산회계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2730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관리회계실무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최정운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경1117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2731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관리회계실무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최정운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경1117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2732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재무회계실무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서란주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2733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회계와통계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이장형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본교가상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본교가상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본교가상</w:t>
            </w:r>
          </w:p>
        </w:tc>
      </w:tr>
    </w:tbl>
    <w:p>
      <w:pPr>
        <w:spacing w:after="0" w:line="15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회계학과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2734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상업논리및논술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이효섭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경1307C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2735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세무회계실무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이병산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2736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세무회계실무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이병산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관광경영학과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2737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서비스경영론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노정희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경1420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경1419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2738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서비스경영론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노정희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경1420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경1418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2739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서비스경영론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노정희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외국인학생전</w:t>
            </w:r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경1313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용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2740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지속가능한관광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이주희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2741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지속가능한관광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2742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관광일어(2)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김은애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경1406B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2743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관광일어(2)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김은애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2744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관광개발론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이응진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경1117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2745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관광개발론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이응진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2746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관광개발론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김은애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2747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관광휴양및공원관리학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이주희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경1320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경1201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2748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관광휴양및공원관리학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2749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호텔외식관광마케팅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노정희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2750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호텔외식관광마케팅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장영화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2751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관광경영의이해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이광우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2752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관광경영의이해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이광우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경1218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2753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관광경영의이해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이광우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경1320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경1218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2754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관광계획론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이주희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경1418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경1412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2755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장영화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경1306B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합)호텔관광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2756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관광중국어(2)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2757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관광중국어(2)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경1306B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2758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호텔관광인적자원관리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이광우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2759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호텔관광인적자원관리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이광우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2760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외식서비스경영론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노은정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2761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외식서비스경영론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노은정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2762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호텔관광재무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이가연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2763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관광법규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신현오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2764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관광논리및논술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김창섭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합)호텔관광</w:t>
            </w:r>
          </w:p>
        </w:tc>
      </w:tr>
    </w:tbl>
    <w:p>
      <w:pPr>
        <w:spacing w:after="0" w:line="17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관광경영학과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관광경영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2765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항공경영세미나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신현오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경상컴실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금융보험학과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2766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위험관리와보험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이윤호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2767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위험관리와보험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예은주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2768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리스크관리론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공재식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경1406B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금융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2769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재무관리론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공재식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경1406B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2770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보험감독론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2771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보험금융과통계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고강석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2772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제3보험론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이윤호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2773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자동차보험실무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이천성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금융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2774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기관투자론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고강석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경1310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2775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책임보험론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2776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개인재무설계(2)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예은주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경1320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2777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기업위험관리의이해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이윤호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취업설계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2778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손해사정실무(2)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이천성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금융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2779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연금론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이윤호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경1420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2780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화폐금융론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공재식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경1406B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호텔관광학과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2781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HOSPITALITY산업론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김현정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2782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HOSPITALITY산업론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김현정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2783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여가학개론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고동우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2784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여가학개론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고동우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2785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관광마케팅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김병국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경1419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2786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관광마케팅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김병국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2787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관광여행영어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유사라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경1312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경1210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2788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관광여행영어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유사라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2789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관광산업창의설계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경1419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2790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국제관광교통과문화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박은경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2791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국제관광교통과문화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박은경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2792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관광교육론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장영화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경1306B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합)관광경영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2793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호텔관광광고론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고동우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2794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호텔관광인적자원관리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박은경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2795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호텔관광인적자원관리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경1311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2796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컨벤션리조트산업론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김병국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영어전용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2797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호텔주장관리실무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김현정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2798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호텔주장관리실무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서정호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경1309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2799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빅데이터관광론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경1410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2800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산업체현장실습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김병국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2801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외식창업론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김현정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호텔관광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2802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관광논리및논술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김창섭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경1201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합)관광경영</w:t>
            </w:r>
          </w:p>
        </w:tc>
      </w:tr>
    </w:tbl>
    <w:p>
      <w:pPr>
        <w:spacing w:after="0" w:line="17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사회복지학과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2803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인간행동과사회환경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현진희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2804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인간행동과사회환경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김문근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2805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인간행동과사회환경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곽민영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2806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인간행동과사회환경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곽민영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2807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사회복지역사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이준상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2808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사회복지역사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K∼MOOC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K∼MOOC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K∼MOOC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2809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사회보장론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김사현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사1403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2810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사회보장론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김사현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2811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사회보장론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황동진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2812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사회보장론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황동진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2813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자원봉사론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박태영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2814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자원봉사론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박태영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2815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사회복지실천기술론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이현주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2816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사회복지실천기술론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이현주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2817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사회복지실천기술론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이교일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2818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사회복지실천기술론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이형진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사1502A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2819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사회복지조사론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박영준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사1205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사1402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2820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사회복지조사론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박영준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사1205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사1402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2821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사회복지조사론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김석주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2822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여성복지론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임소연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2823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여성복지론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임소연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사1502A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2824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사회복지행정론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양난주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사1406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2825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사회복지행정론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이동석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2826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사회복지행정론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이동석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2827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사회복지행정론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이종균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2828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사회복지자료분석론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조한진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2829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사회복지자료분석론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조한진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2830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사회복지현장실습(1)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김문근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사1403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토(09:00-10:50)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종3201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사회복지학과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2831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사회복지현장실습(1)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현진희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사1207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토(10:00-11:50)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종3202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2832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사회복지현장실습(1)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김연희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사1403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토(13:00-14:50)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종3201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2833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사회복지현장실습(1)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이현주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사1404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토(11:00-12:50)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종3201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2834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사회복지현장실습(1)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김석주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사1203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토(12:00-13:50)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종3202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2835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사회복지현장실습(1)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최경숙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토(16:00-17:50)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사2108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2836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학교사회복지론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박경진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2837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학교사회복지론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박경진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2838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학교사회복지론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김우찬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7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2839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사회복지세미나캡스톤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김문근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사1406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디자인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2840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가족상담및가족치료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김순천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종3202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2841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가족상담및가족치료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김순천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산업복지학과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2842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인간행동과사회환경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최웅용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2843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인간행동과사회환경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박성원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2844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상담심리학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최웅용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사1504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2845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상담심리학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최웅용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2846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사회복지실천기술론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정소희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사1502B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2847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사회복지실천기술론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박성원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2848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사회복지조사론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이윤주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2849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사회복지조사론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이경미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2850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지역사회복지론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윤민화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2851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지역사회복지론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윤민화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2852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정신건강론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박성원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2853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정신건강론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박성원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2854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정신건강론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이은정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2855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청소년상담복지론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박재연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2856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청소년상담복지론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이인숙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사1502A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2857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가족복지론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박영희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사1502B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2858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가족복지론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박영희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2859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사회복지행정론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윤민화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2860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사회복지현장실습(1)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정소희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사1203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사1501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2861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사회복지현장실습(1)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박재연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사1301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사1402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2862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정신건강사회복지론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박선란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2863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상담사례지도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서승경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사1502B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산복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2864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전공진로탐색과취업설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박재연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사1410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취업설계</w:t>
            </w:r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계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가정복지학과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2865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언어지도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사1407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2866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언어지도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사1404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2867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영양학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사1502B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2868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사회복지실천론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서종수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2869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사회복지실천론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서종수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2870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보육교사론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노성향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2871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보육교사론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노성향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2872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주거학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이미영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사1502B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2873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2874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사회복지현장실습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토(12:00-13:50)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2875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사회복지현장실습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토(12:00-13:50)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2876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사회복지현장실습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사1404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2877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정신건강론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이규호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2878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정신건강론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이규호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2879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보육과정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노성향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2880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보육실습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0-6-0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노성향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사1411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토(09:00-12:50)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사1503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2881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사회복지정책론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서종수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2882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사회복지정책론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서종수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2883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지역사회복지론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사1504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2884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지역사회복지론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김성령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사1502A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2885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가정논리및논술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사1502A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2886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아동관찰및행동연구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사1502A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2887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사례관리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사1411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2888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사례관리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이우구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가정복지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2889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가족상담및가족치료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이규호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사회학과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2890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사회학의역사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박정호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사1401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2891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사회문제의이해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이희영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2892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가족과공동체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이희영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사1302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2893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정치와사회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홍덕률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2894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사회조사분석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이승협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2895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호혜와협력의사회학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박정호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2896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매스컴과현대사회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홍덕률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2897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일반사회교육론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강운선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합)일사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2898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조직사회학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이승협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2899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영상사회학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박정호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2900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산업사회학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이승협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2901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현대사회사상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홍덕률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2902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공간사회학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박정호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2903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소수자사회학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이희영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2904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일반사회논리및논술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강운선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합)일사</w:t>
            </w:r>
          </w:p>
        </w:tc>
      </w:tr>
    </w:tbl>
    <w:p>
      <w:pPr>
        <w:spacing w:after="0" w:line="17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문헌정보학과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문헌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2905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장서관리론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윤희윤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사1313A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문헌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2906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이용자교육론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전남희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사1313A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문헌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2907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자료분류론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윤희윤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사1313A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문헌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2908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데이터베이스이해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김선호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사2309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문헌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2909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정보서비스론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백재은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사1313A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문헌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2910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어린이서비스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전남희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사1313A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문헌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2911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메타데이터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백재은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사1301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문헌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2912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자료분류특강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윤희윤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사1313A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문헌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2913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7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미디어센터경영종합설 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백재은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사1313A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취업설계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문헌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2914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취약계층서비스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김선호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사2309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문헌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2915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도서관건축론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윤희윤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사1313A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문헌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2916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사서와인권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김선호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사2309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문헌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2917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도서관마케팅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백재은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사1313A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심리학과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2918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성격심리학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김근향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사2-강당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2919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성격심리학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김근향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사2-강당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2920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성격심리학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남수정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2921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심리학개론(2)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정위훈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2922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심리학개론(2)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정위훈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종-강당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2923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심리학개론(2)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김은석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2924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심리학세미나(2)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석동헌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2925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사회심리학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석동헌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2926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사회심리학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석동헌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2927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생리심리학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현성용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2928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생리심리학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현성용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2929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이상심리학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임영진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2930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이상심리학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임영진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2931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인지심리학및실습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이종구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화(14:00-15:50)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2932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인지심리학및실습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정위훈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2933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응용심리통계및실습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권은아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2934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응용심리통계및실습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권은아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2935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임상심리학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임영진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사2-강당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2936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건강심리학및실습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김근향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사2-강당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2937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진로상담및실습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김은석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수(14:00-15:50)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2938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진로상담및실습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김은석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월(14:00-15:50)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2939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가족상담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금명자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2940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가족상담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금명자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2941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다변량분석법및실습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이종구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국제관계학과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2942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국제사회와개발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안병억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2943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국제관계의이론과실제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이소영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2944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비교정치학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박광득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사1403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2945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국제정치경제론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안병억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2946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문화교류론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신동필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사1301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사1502A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2947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한국의정치와외교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이소영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종3302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2948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아메리카지역연구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이소영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사1504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2949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일본지역연구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하영수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사1502B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2950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동북아관계론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박광득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2951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국제문제론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안병억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2952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신국제질서론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박광득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사1501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사1402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2953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외교정책론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박광득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2954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지방정부외교론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하영수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사1502B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2955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국제분쟁론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신동필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사1301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사1502A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2956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아세안지역경영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안병억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미디어커뮤니케이션학과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미디어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2957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커뮤니케이션의세계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김성해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미디어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2958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설득과커뮤니케이션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류성진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화(14:00-15:50)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사1310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미디어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2959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미디어와창의성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강종학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사1307A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미디어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2960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뉴스리터러시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김성해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월(14:00-15:50)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미디어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2961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광고분석창의설계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하진홍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수(14:00-15:50)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사1307A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미디어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2962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PR캠페인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하진홍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사1307A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미디어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2963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미디어이론과사상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김동윤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사1307A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미디어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2964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커뮤니케이션통계방법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류성진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수(14:00-15:50)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사1205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론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미디어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2965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PR광고이론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권중록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사1310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미디어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2966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빅데이터와커뮤니케이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류성진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월(14:00-15:50)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사1205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션(2)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월(16:00-17:50)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미디어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2967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디지털PR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하진홍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사1307A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미디어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2968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뉴스와칼럼:현장에서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김성해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수(09:00-10:50)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사1304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필요한실용작문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수리빅데이터학부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수리빅데이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2969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전산통계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김종태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자본1202C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터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수리빅데이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2970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전산통계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윤용화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자본1202C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터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수리빅데이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2971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미적분학(2)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권남희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자본1305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터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수리빅데이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2972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미적분학(2)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김래용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자본1305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터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7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수리빅데이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2973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빅데이터언어SAS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황진섭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자본1202C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터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수리빅데이터학부(수학전공)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2974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프로그래밍기초(2)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최용호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자본1302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2975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기하학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김래용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자본1306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2976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선형대수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권남희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자본1306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2977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미분방정식개론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박진우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자본1403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2978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수치알고리즘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최용호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자본1302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2979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응용수학(2)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최용호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자본1302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2980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추상대수학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권남희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자본1305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2981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김태훈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범1501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합)수교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2982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고급미분기하학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김래용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자본1305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2983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고급해석학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황진수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자본1403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2984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수학사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김래용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자본1306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2985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정수론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권남희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2986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수리논술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김태훈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범1501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합)수교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2987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계산수학방법론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최용호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자본1302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수리빅데이터학부(통계·빅데이터전공)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통계·빅데이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2988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수리통계학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이경준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자본1104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터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7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통계·빅데이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2989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사회조사분석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황진섭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자본1202C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터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통계·빅데이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2990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빅데이터시각화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김종태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자본1202C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터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7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통계·빅데이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2991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실험계획법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윤상후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자본1202C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터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통계·빅데이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2992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수학교육론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김태훈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범1501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합)수교</w:t>
            </w:r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터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통계·빅데이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2993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다변량자료분석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이경준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자본1202A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터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통계·빅데이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2994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시계열자료분석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윤상후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자본1202C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터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통계·빅데이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2995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빅데이터방법론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김종태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자본1202A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터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통계·빅데이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2996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통계시뮬레이션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황진섭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자본1202C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터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7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통계·빅데이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2997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수리논술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김태훈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범1509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합)수교</w:t>
            </w:r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터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통계·빅데이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2998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통계상담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황진섭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자본1203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터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통계·빅데이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2999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통계소프트웨어개발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이경준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자본1202A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터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통계·빅데이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3000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빅데이터세미나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김종태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자본1202A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터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통계·빅데이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3001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인공지능과기계학습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윤상후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자본1202A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터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물리학과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3002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고체물리학(2)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한진우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물1211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3003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전자공학(2)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배종림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물1211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3004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물리학특강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최윤대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물1211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화학·응용화학과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3005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일반화학(2)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김장섭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물1213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3006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일반화학(2)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김학중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자본1102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3007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일반화학실험(2)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심준호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화2105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3008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일반화학실험(2)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심준호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화2105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전필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3009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유기화학실험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이성호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수(09:00-12:50)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화2105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3010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유기화학실험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이성호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화2105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3011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물리화학(2)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강태종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화2204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3012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분석화학(2)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심준호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화2113A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3013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유기화학(2)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김장섭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전필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3014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물리화학실험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강태종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수(09:00-12:50)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화2314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3015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물리화학실험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강태종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화2314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3016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무기화학(2)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위경량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화2204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3017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분자분광학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강태종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3018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생화학(2)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김학중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물1212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3019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화학교육논술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차정호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화2312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합)화교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3020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유기분자와반응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김장섭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3021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취업설계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위경량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화2113A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3022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화학분석연구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심준호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화2113A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3023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코스메틱화학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이성호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물1212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3024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논문연구(2)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심준호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화2113A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생명과학과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3025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일반생물학(2)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원효식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명1414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화학응용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3026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일반생물학(2)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한명숙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물1212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3027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일반생물학실험(2)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원효식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명1403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3028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일반생물학실험(2)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진봄비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명1405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3029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미생물학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이영옥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명1109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3030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미생물학실험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이영옥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명1403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3031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유전학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홍창수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명1414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3032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분자세포생물학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하달수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명1402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3033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동물계통학및실험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장천영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수(14:00-15:50)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명1405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명1410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3034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식물계통학및실험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원효식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명1410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3035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생체분자생화학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이창우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명1402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3036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분자생물학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유병제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명1109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3037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분자생물학실험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이대현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명1405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3038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분자생물학실험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이대현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명1405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3039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유전공학실험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이창우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명1403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3040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생명과학교육론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정진수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생3215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합)생교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3041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생물다양성평가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장천영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명1403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3042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면역학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홍창수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명1109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3043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무척추동물학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장천영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명1410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3044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바이러스학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유병제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명1410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3045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육수학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이영옥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명1410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3046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생물정보학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이창우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교1104호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3047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생명과학교육논술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정진수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생3215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합)생교</w:t>
            </w:r>
          </w:p>
        </w:tc>
      </w:tr>
    </w:tbl>
    <w:p>
      <w:pPr>
        <w:spacing w:after="0" w:line="17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산림자원학과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3048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목재화학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안세희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환1-1410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3049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산림자원학개론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김동엽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전필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3050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펄프학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안세희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환1-1410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3051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산림자원측정학및실습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이덕재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금(09:00-12:50)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환1-1306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3052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산림생태학및실습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박영대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3053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바이오복합재료학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오세창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환1-1405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3054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산림보호학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박영대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환1-1306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3055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야외휴양학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이덕재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3056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산림공학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김동엽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환1-1405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3057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공학목재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오세창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3058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바이오에너지론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안세희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환1-1410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3059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도시임업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박영대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환1-1410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3060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목구조설계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오세창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3061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임업경제학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이덕재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3062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학술림종합실습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김동엽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환1-1410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생명환경학부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3063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식물생화학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박상규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환1-1203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바이오산업학 전공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3064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식물생화학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박상규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환1-1203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원예학전공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3065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재배학원론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사공동훈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환1-1203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원예학전공</w:t>
            </w:r>
          </w:p>
        </w:tc>
      </w:tr>
    </w:tbl>
    <w:p>
      <w:pPr>
        <w:spacing w:after="0" w:line="17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생명환경학부(원예학전공)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원예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3066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일반생물학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정병룡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환2-2413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원예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3067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비료학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김영선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환1-1203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원예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3068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시설원예학및실습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원예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3069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원예치료학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김영선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환1-1303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원예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3070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식물번식학및실습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구본순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환2-2413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원예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3071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작물생리학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사공동훈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원예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3072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농촌지도론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사공동훈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환1-1306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원예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3073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조경식물학및실습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구본순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원예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3074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생물환경조절학및실습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환2-2412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생명환경학부(바이오산업학전공)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바이오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3075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일반화학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환2-2413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바이오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3076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식물유전학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류연주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환2-2413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바이오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3077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유기화학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환2-2412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바이오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3078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기기분석학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이영득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환2-2413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바이오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3079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응용미생물학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박상규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환2-2412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바이오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3080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분자생물학및실험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최장원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환2-2219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바이오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3081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식물보호학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이용세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환2-2413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바이오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3082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생물공학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최장원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환2-2412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바이오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3083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생명산업학실무(2)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정영만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환2-2412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바이오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3084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바이오산업학세미나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생명환경학부(식품환경안전학전공)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식품환경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3085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천연물과학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환1-1304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식품환경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3086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기능식품안전학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박상규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식품환경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3087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7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식품환경안전학세미나 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환1-1205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식품환경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3088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취업설계(2)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환1-1116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동물자원학과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3089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애완반려동물학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원승건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환1-1203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3090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가축번식학및실습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황보순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금(11:00-12:50)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환1-1202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3091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초지학및실습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조익환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환1-1202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3092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특수가축학및실습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원승건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환1-1202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3093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동물영양학및실험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추교문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환1-1205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3094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축산식품미생물학및실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강석남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환1-1202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험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3095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가축육종학및실험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서병부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환1-1304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3096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양돈학및실습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추교문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환1-1205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3097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축산물가공학및실습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강석남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환1-1308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3098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축산폐자원이용학및실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원승건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환1-1202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습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3099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생태축산및실습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조익환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환1-1116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3100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발생공학및실험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김지철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환1-1116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3101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축산세미나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조익환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환1-1116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3102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낙농및유가공학및실습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강석남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환1-1116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3103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동물성식품테라피및실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강석남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월(09:00-10:50)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환1-1116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습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건축공학과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3104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건축CAD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권제중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3105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건축CAD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권제중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3106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건축CAD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권제중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3107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건축설계(1)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권제중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화(09:00-12:50)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공1427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3108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건축설계(1)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권제중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공1427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3109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건축설계(1)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임광길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공1426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3110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건축재료실험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정재동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3111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건축재료실험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조현대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3112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건축재료실험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최광윤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3113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건축구조역학(2)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김윤곤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공1428B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3114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건축구조역학(2)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김윤곤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3115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건축시공학(1)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정재동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3116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건축시공학(1)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정재동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3117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건축환경공학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박명길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3118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건축환경공학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박명길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3119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건축측량및실습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최광윤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수(10:00-13:50)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3120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건축측량및실습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최광윤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목(10:00-13:50)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3121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건축적산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안성훈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공1520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3122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건축적산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안성훈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3123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철골구조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김숙향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3124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공기조화설비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함진식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공1428B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3125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건축캡스톤디자인(1)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안성훈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3126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건축캡스톤디자인(1)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조현대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3127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건축캡스톤디자인(1)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박명길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3128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건축법실무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신규겸임교 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3129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건설프로젝트실무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정재동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목(13:00-15:50)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공1329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건설시스템공학과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3130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토목구조역학(1)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박성규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공2412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3131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측량학및실습(2)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공1519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3132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측량학및실습(2)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월(10:00-13:50)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공1608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3133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수리학및실험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이길하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공2201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3134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지반역학및실험(1)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손무락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3135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지반역학및실험(1)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손무락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3136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수질공학기초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김태진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3137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상하수도공학및설계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김태진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공1607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3138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상하수도공학및설계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김태진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공1607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3139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도로기하구조설계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화(10:00-13:50)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3140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도로기하구조설계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목(10:00-13:50)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공1608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3141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강구조공학및설계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강수태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3142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철근콘크리트및설계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강수태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3143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철근콘크리트및설계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강수태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3144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수공구조물설계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이길하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3145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기초공학및설계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손무락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3146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기초공학및설계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손무락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공1517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공1608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3147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수자원공학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이길하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공1608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영어전용</w:t>
            </w:r>
          </w:p>
        </w:tc>
      </w:tr>
    </w:tbl>
    <w:p>
      <w:pPr>
        <w:spacing w:after="0" w:line="15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식품공학과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3148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식품공학의이해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이준호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공2412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3149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생활과미생물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김성호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공2510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식공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3150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식품저장학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김수일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공2510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3151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식품포장공학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김수일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3152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식품화학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김태훈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공2510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3153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양조학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김성호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공2510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3154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식품기기장치학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이준호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공2510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3155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식품미생물학및실험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김인호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공2504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식공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3156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식품분석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김태훈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공2201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공2301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3157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식품위생법규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공2312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3158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농업교육론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이선호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공2501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3159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식품위생학및실험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김인호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공2503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3160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식품위생학및실험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김인호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공2503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3161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식품품질관리실무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이수원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공2412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식공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3162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식품물성학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이수원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공2501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3163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천연물화학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김태훈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공2510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3164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농업논리및논술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이선호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토(12:00-14:50)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공2501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3165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HACCP실무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전덕수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화학공학과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3166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입문공학설계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임광희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공1319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3167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화공수학기초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함재용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공2312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화공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3168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유기화학(2)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권영환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공2112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3169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화공열역학(1)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공2212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3170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공업물리화학응용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김경회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공2212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화공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3171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고분자공학(2)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권영환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공2412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3172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단위조작(2)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3173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화공수치해석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함재용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공2212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공2412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3174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화공유체역학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임광희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3175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화학공학실험및이론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김경회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공2102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화공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3176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화공정보공학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함재용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공2212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3177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공장디자인개론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임광희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공3313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3178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공업용신소재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권영환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공2212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환경공학과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3179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환경화학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김대기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공6508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공6409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3180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대기오염개론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김문현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공6508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공6410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3181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환경미생물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공6409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공1520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3182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환경화학실험및설계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황인조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공6211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3183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환경화학실험및설계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황인조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공6211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3184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대기오염제어기술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1-0-2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김문현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공6508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3185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고도처리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이의종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3186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대기오염모델링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황인조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공6409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공3313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3187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에너지공학개론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이의종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공6508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공3217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3188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대기오염실험및설계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김문현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공6211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3189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대기오염실험및설계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김문현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공6211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3190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친환경폐기물처리설계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김대기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공6508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3191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환경영향평가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박정문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공3217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3192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소음진동학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박정문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3193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토양지하수오염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최준영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공3513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환공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3194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신재생에너지기술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공6508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공1329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생명공학과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3195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기초생물학및실험(2)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윤종원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3196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기초생물학및실험(2)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윤종원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공1319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생공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3197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미생물생리학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이인순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공0201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3198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분자생물학(2)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강선철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생공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3199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생화학및실험(2)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장원구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공2412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공2303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생공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3200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생화학및실험(2)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김경민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공0201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공2303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생공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3201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발생공학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구덕본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공2312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공2301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3202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세포배양공학(2)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박흠대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생공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3203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효소공학실험(2)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0-6-0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윤종원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공2501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화(09:00-12:50)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공2405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3204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천연물화학설계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강선철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공2501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생공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3205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단백질공학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강선철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공2401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공2501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생공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3206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발생공학실험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0-6-0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구덕본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공2501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수(14:00-17:50)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공2302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생공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3207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발효공학실험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이인순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공2401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공2405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3208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분자대사조절학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장원구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공2312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도시·조경학부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도시·조경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3209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조현주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공3513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도시·조경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3210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측량학및실습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이우성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공3419A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도시·조경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3211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측량학및실습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이우성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공3419A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도시·조경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3212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스마트도시계획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권성문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공3513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도시·조경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3213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도시발달사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전경구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공2201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도시·조경학부(조경학전공)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3214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조경재료학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이우성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공3422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3215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조경의이해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장병관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공3513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전필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3216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조경3D그래픽실무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김영표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목(09:00-12:50)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공3520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A반/1,3,4제한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3217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조경3D그래픽실무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공3520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B반/1,3,4제한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3218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식재계획및설계론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장병관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공3422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3219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기본설계실습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조현주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공3519B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3220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기본설계실습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조현주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공3519B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3221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조경계획실무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공3520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전필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3222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조경실무CAD심화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김영표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수(09:00-12:50)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공3520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A반/1,2,4제한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3223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조경실무CAD심화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공3520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B반/1,2,4제한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3224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조경관리학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장병관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공3513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3225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건설관리및적산실습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이우성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공3713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3226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조경설계실무심화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황상돈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공3519A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3227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조경설계실무심화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황상돈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공3519A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조경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3228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관광및휴양계획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조현주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공3513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도시·조경학부(도시계획공학전공)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도시계획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3229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도시설계CAD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김준우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공3421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도시계획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3230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도시권역계획과개발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장명준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공3421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공3422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도시계획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3231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도시정보체계공학실습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장명준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수(09:00-12:50)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공3421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도시계획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3232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도시건축세미나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김준우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공3413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도시계획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3233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계량공학분석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권성문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공2301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전필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도시계획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3234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도시설계스튜디오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김준우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목(13:00-16:50)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공3413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신소재에너지공학과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신소재에너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3235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일반물리학(2)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정혜경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공1519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신소재에너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3236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신소재에너지의이해(2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김헌정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공1519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신소재에너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3237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기초화학(2)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조현우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공3320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7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신소재에너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3238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나노재료분석학(2)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김헌정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공1519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신소재에너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3239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열역학법칙의이해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정혜경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공1428B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신소재에너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3240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신소재에너지공정관리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조현우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공3322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고급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7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신소재에너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3241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재료전자기학(2)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한진우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공2112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신소재에너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3242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에너지캡스톤디자인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조현우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공3322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신소재에너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3243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신재생에너지공학(2)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정혜경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공1319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신소재에너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3244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반도체와태양전지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김헌정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공2112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</w:t>
            </w: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산업경영공학과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3245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물류관리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조현우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공3320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3246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IE세미나(3)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김종환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공3320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산경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3247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데이터분석과창업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이재현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공3320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기계공학부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3248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정역학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김홍석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3249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정역학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김홍석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공2312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공1428B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기계공학부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3250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동역학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황우석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공6410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3251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동역학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윤강섭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공3713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3252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유체역학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남진현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3253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유체역학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김봉훈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3254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유체역학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남진현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공6508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기계공학부(기계공학전공)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3255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기계공학개론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황우석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공6409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공1328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3256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프로그래밍실습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윤강섭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월(10:00-13:50)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공6301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3257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프로그래밍실습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남진현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공6301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3258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기계공작법및실습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최상준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화(14:00-15:50)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공6410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공3217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3259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기계공작법및실습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최상준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공3422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공2101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3260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계측공학및실험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박철재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공3217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월(16:00-17:50)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공6301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3261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CAD및실습(2)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유태규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공6201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3262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CAD및실습(2)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윤석철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공6201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3263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자동제어시스템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이수철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공6508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3264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공학설계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이동활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공6302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3265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공학설계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이동활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공6302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3266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7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마이크로컨트롤러및실 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윤강섭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공6301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3267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기계시스템설계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이덕영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공2201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공2112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기계공학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3268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품질관리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박철재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공6201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폐강</w:t>
            </w:r>
          </w:p>
        </w:tc>
      </w:tr>
    </w:tbl>
    <w:p>
      <w:pPr>
        <w:spacing w:after="0" w:line="15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기계공학부(기계설계공학전공)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3269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입문공학설계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이덕영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공1519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3270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입문공학설계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김홍석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공6301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전필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3271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CAD및실습(1)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김세호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월(13:00-16:50)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공6201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3272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CAD및실습(1)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김세호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공6201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3273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프로그래밍실습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남진현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목(13:00-16:50)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공6301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3274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계측공학및실험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박철재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공2301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3275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내연기관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김봉훈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공6410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공3217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3276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용접공학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김봉훈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공6201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공3422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3277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CAE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황우석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공3614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공2201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3278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CAE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황우석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공6409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공2101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3279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기계종합설계(1)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임학규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3280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기계종합설계(1)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임학규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공1319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3281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이덕영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3282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첨단제조공학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윤재웅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공6409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공6410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3283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기계취업설계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임학규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공2112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기계설계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3284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기계취업설계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임학규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공3713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</w:tbl>
    <w:p>
      <w:pPr>
        <w:spacing w:after="0" w:line="17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식품영양학과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3285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식품학개론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이정희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공3713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공3614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3286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영양생리학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부소영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공3614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공3313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3287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기초영양학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김윤희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공5305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공5306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3288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생화학(2)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김윤희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공5104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공3614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3289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식품분석및실험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양지원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공3614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금(11:00-12:50)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공3719A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3290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식품화학(2)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공3713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3291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조리과학및실험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이정희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공3622A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공3620A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3292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조리과학및실험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이정희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공3622A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27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공3620A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3293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공중보건학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이미령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공3614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공2112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3294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급식경영학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배현주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공3713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3295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생활주기영양학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김윤희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공5105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공3614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3296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식품위생및법규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공3713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공5106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3297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영양교육및실습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배현주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공3721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3298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영양교육및실습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배현주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공3721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3299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지역사회영양학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부소영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공3313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3300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영양사현장실습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양지원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3"/>
              <w:ind w:left="29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3301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영양상담및실습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부소영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공3721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3302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영양상담및실습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정유미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공3721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</w:tbl>
    <w:p>
      <w:pPr>
        <w:spacing w:after="0" w:line="17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전자전기공학부(전자공학전공)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3303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고급프로그래밍언어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박상욱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3304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고급프로그래밍언어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박상욱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3305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반도체공학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문현원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3306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전력전자공학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공7514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3307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공업교육론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합)정통</w:t>
            </w:r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3308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전자계측공학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신규겸임교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공5102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공5205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3309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인공지능언어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김경기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3310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스마트센서시스템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1-0-2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류정탁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공5306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공5105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3311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지능형디지털시스템응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신규겸임교</w:t>
            </w: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금(09:00-11:50)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공7207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용실습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</w:t>
            </w:r>
          </w:p>
        </w:tc>
        <w:tc>
          <w:tcPr>
            <w:tcW w:w="13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3312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지능형디지털시스템응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신규겸임교</w:t>
            </w: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금(13:00-15:50)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공7207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용실습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</w:t>
            </w:r>
          </w:p>
        </w:tc>
        <w:tc>
          <w:tcPr>
            <w:tcW w:w="13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3313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디지털신호처리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문현원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공5205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3314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공업논리및논술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박경희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공7205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합)제어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3315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전자공학응용실험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신규겸임교 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3316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전자공학응용실험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신규겸임교 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3317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전자공학실무프로젝트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김경기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전자전기공학부(전자제어공학전공)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3318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마이크로프로세서실험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정갑중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3319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마이크로프로세서실험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정갑중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3320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센서시스템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도용태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공5206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3321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수치해석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3322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자동제어(2)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김재훈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3323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전력전자공학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이강현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공5605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3324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공업교육론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합)정통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제어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3325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공7418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3326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자동제어실험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박정용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공7206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3327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자동제어실험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박정용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공7206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3328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현대제어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김재훈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3329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공업논리및논술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박경희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공7205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전자전기공학부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전자전기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3330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컴퓨터프로그래밍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박상욱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전자전기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3331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컴퓨터프로그래밍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최명실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전자전기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3332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컴퓨터프로그래밍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최명실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전자전기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3333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컴퓨터프로그래밍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정갑중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전자전기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3334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입문공학설계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김창걸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공7107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전자전기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3335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입문공학설계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박철영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공7205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전자전기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3336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입문공학설계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최원호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공7205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전자전기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3337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입문공학설계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최원호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공7205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전자전기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3338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공업수학(2)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심용석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공5206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전자전기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3339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공업수학(2)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공5205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전자전기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3340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전기자기학(2)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공5206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전자전기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3341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전자회로(1)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박철영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공5206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공7514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전자전기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3342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전자회로(1)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정영호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전자전기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3343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회로이론(2)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류정탁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전자전기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3344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회로이론(2)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최병재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공5205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전자전기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3345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디지털공학(2)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공5206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전자전기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3346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디지털공학(2)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전자전기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3347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디지털공학실험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박정용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공5403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전자전기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3348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디지털공학실험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박정용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공5403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전자전기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3349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디지털공학실험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박정용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공5403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전자전기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3350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디지털공학실험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박정용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공5403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전자전기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3351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객체지향언어실습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정갑중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전자전기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3352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객체지향언어실습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정갑중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ICT융합학부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ICT융합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3353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자료구조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김희철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ICT융합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3354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자료구조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홍원기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ICT융합학부(정보통신공학전공)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3355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정보통신공학개론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최정희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3356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디지털시스템설계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우홍체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공5303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3357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디지털시스템설계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우홍체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3358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수치해석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여준호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공7307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3359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전자회로(1)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정유정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3360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확률및랜덤과정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3361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디지털공학실험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김바름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공5203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3362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디지털공학실험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김바름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공5203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3363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고급C프로그래밍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임태균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공7307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3364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안테나공학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여준호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공7307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교직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3365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컴퓨터망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김중규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3366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공업교육론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합반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3367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디지털통신실험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문병현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공5201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3368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디지털통신실험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문병현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공5201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3369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디지털통신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문병현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공5505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공5205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3370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RF회로및설계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정유정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공5105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3371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광통신공학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이채욱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공5205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3372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광통신실험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이채욱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3373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취업세미나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이채욱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학부전체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3374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공업논리및논술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박경희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공7205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합)제어</w:t>
            </w:r>
          </w:p>
        </w:tc>
      </w:tr>
    </w:tbl>
    <w:p>
      <w:pPr>
        <w:spacing w:after="0" w:line="17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ICT융합학부(멀티미디어공학전공)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3375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프로그래밍입문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차경애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공5505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3376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프로그래밍입문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차경애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공7307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3377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IT기초수학(2)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남세현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3378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디지털시스템설계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홍원기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공5503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3379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디지털시스템설계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홍원기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공5503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3380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확률및랜덤과정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남세현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공5205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3381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고급C프로그래밍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차경애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공5503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3382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고급C프로그래밍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임태균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공7307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3383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멀티미디어전산수학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김재준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공5205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3384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데이터통신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남세현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공5206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공5306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3385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시스템프로그래밍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홍원기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공5505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3386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웹프로그래밍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권기범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공5405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3387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7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멀티미디어디지털신호 처리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김재준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3388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권기범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공7514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3389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알고리즘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차경애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공5206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3390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취업세미나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박세현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3391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멀티미디어편집시스템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김재준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ICT융합학부(인공지능전공)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3392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선형대수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유성은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3393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디지털공학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유준혁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3394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데이터과학개론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김희철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공5503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3395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데이터과학개론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유성은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전필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3396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딥러닝플랫폼설계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오유수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공5405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3397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딥러닝플랫폼설계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이동화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공5505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3398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운영체제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오유수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공5505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3399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운영체제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신규겸임교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공5505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3400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임베디드시스템설계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이형규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3401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임베디드시스템설계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이형규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3402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컴퓨터비전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염석원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공7307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3403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데이터베이스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이형규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공5102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공5306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3404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컴퓨터네트워크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유성은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공5603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공5505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3405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모바일프로그래밍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오유수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공5405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3406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딥러닝개론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김희철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K∼MOOC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K∼MOOC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사이버보안,AI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3407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딥러닝캡스톤디자인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유준혁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공5405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3408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취업세미나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이형규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공7306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학부동일시간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인공지능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3409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자율주행시스템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이동화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공5405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컴퓨터정보공학부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3410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컴퓨터프로그래밍기초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 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3411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컴퓨터프로그래밍기초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 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3412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컴퓨터프로그래밍기초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원희철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화(14:00-15:50)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3413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컴퓨터프로그래밍기초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진성근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화(14:00-15:50)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공7606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3414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자바프로그래밍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강신재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공7409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3415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자바프로그래밍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강신재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3416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자바프로그래밍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진성근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공7606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3417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자바프로그래밍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노은영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3418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알고리즘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김종완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공7714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3419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알고리즘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원희철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공7514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</w:tr>
    </w:tbl>
    <w:p>
      <w:pPr>
        <w:spacing w:after="0" w:line="17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컴퓨터정보공학부(컴퓨터공학전공)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3420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컴퓨터네트워크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김창훈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공7714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3421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유닉스시스템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김순철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월(14:00-15:50)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공7506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실습실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3422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유닉스시스템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김순철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수(14:00-15:50)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공7506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실습실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3423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오픈소스하드웨어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김순철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화(14:00-15:50)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공7506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실습실</w:t>
            </w:r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3424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소프트웨어공학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강병도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공7418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공7405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3425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웹프로그래밍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강신재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공7506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실습실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3426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웹프로그래밍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백태산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금(14:00-17:50)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실습실</w:t>
            </w:r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3427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임베디드시스템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수(14:00-15:50)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공7507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3428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윈도우즈프로그래밍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공7605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실습실</w:t>
            </w:r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3429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창의문제해결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김종완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공7405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공7706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3430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산학협력프로젝트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나재욱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공7507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3431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소프트웨어프로세스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강병도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실습실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3432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소프트웨어프로세스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강병도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수(14:00-15:50)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실습실</w:t>
            </w:r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3433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빅데이터처리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공7507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실습실</w:t>
            </w:r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컴퓨터공학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3434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소프트웨어개발보안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김창훈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공7506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실습실</w:t>
            </w:r>
          </w:p>
        </w:tc>
      </w:tr>
    </w:tbl>
    <w:p>
      <w:pPr>
        <w:spacing w:after="0" w:line="17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컴퓨터정보공학부(컴퓨터소프트웨어전공)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3435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공학입문설계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원희철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공7706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3436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공학입문설계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장중혁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공7706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3437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데이터통신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김동휘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공7714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공7405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3438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컴퓨터구조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나재욱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3439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객체지향분석및설계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강병도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공7615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공7405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전필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3440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소프트웨어공학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김수연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공7605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3441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데이터마이닝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이상훈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공7605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3442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웹프로그래밍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노은영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공7507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3443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게임프로그래밍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이상훈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공7605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3444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서버시스템관리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공7605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3445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오픈소스SW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진성근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공7606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3446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IT기술경영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김수연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공7615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3447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SW프로젝트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김동휘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공7606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공7406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IT융합학과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IT융합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3448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문제해결능력기초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장중혁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토(13:00-15:50)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IT융합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3449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디지털디자인실무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허남철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IT융합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3450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생산관리실무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이청우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토(16:00-18:50)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IT융합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3451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소재기술실무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김제범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IT융합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3452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4차산업혁명기술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김종완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토(16:00-18:50)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IT융합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3453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품질관리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이웅규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토(09:00-11:50)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IT융합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3454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빅데이터컴퓨팅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강신재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토(13:00-15:50)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IT융합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3455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종합설계프로젝트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김순철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토(16:00-18:50)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IT융합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3456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IT신기술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김수연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토(13:00-15:50)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IT융합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3457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모바일융합기술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원희철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메카트로닉스공학과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1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메카트로닉 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3458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기초설계론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박철영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토(13:00-15:50)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공7205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1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메카트로닉 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3459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이춘열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1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메카트로닉 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3460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CAD및CAM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김제범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토(16:00-18:50)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1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메카트로닉 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3461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공학현장과제(2)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류정탁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/>
              <w:ind w:left="35" w:right="11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메카트로닉 스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3462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계측공학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1-0-2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심용석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토(16:00-18:50)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1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메카트로닉 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3463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금형설계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한병희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1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메카트로닉 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3464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공학윤리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이수현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토(13:00-15:50)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1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메카트로닉 스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3465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공학현장실습(2)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류정탁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</w:tr>
    </w:tbl>
    <w:p>
      <w:pPr>
        <w:spacing w:after="0" w:line="17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스마트시스템공학과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1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스마트시스 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3466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스마트시스템설계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이동화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융합예술학부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융합예술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3467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2D그래픽이미지(2)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사토코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나가</w:t>
            </w:r>
            <w:r>
              <w:rPr>
                <w:rFonts w:ascii="돋움" w:hAnsi="돋움" w:cs="돋움" w:eastAsia="돋움"/>
                <w:sz w:val="16"/>
                <w:szCs w:val="16"/>
              </w:rPr>
              <w:t> 시마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융합예술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3468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2D그래픽이미지(2)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사토코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나가</w:t>
            </w:r>
            <w:r>
              <w:rPr>
                <w:rFonts w:ascii="돋움" w:hAnsi="돋움" w:cs="돋움" w:eastAsia="돋움"/>
                <w:sz w:val="16"/>
                <w:szCs w:val="16"/>
              </w:rPr>
              <w:t> 시마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융합예술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3469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2D그래픽이미지(2)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오진희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미2-107A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융합예술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3470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2D그래픽이미지(2)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오진희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미2-107A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융합예술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3471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조형과재료(2)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월(13:00-16:50)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미1-202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융합예술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3472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조형과재료(2)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이승희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미1-202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융합예술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3473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미술의이해(2)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임윤수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미2-209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융합예술학부(현대미술전공)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3474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기초소묘(2)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구남진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미1-219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3475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기초소묘(2)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김찬주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미1-218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3476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기초조형(2)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미1-219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3477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기초조형(2)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강원제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미1-219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3478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기초회화(2)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정보연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미1-219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3479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기초회화(2)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정보연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미1-219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3480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디지털페인팅(2)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심소연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미1-112A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3481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디지털페인팅(2)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이승희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미1-112A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3482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드로잉(2)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구남진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화(09:00-12:50)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미1-202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3483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드로잉(2)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김찬주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미1-218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3484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회화연구(2)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양경열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미1-202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3485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회화연구(2)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정규형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미1-202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3486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매체연구와기법(2)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미1-202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3487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매체연구와기법(2)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강원제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미1-202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3488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회화표현연구(2)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이호련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수(13:00-16:50)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미1-302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3489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회화표현연구(2)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장성복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미1-302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3490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뉴미디어조형(2)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심소연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미1-112A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3491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뉴미디어조형(2)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노기훈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미1-112A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3492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현대미술의쟁점(2)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임윤수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미2-209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3493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창작과기법(2)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미1-302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3494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창작과기법(2)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이보람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미1-302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3495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회화창작연구(2)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구남진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월(13:00-16:50)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미1-402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3496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회화창작연구(2)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이보람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미1-402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3497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졸업작품워크샵(2)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임윤수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미1-402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3498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졸업작품워크샵(2)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장성복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미1-402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3499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크리틱(2)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미1-402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3500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예술현장세미나(2)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노기훈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미1-112A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현대미술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3501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예술현장세미나(2)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최성규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미1-403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</w:tbl>
    <w:p>
      <w:pPr>
        <w:spacing w:after="0" w:line="17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융합예술학부(영상애니메이션디자인학전공)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3502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동작연출드로잉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진로409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3503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동작연출드로잉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임지희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진로409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3504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기초애니메이션(2)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장나리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미2-301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3505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기초애니메이션(2)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장나리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미2-301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3506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3D컴퓨터그래픽(2)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강태흔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미2-113A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3507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3D컴퓨터그래픽(2)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강태흔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미2-113A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3508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디지털촬영기법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최민규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미2-107A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3509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디지털촬영기법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최민규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미2-107A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3510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영상디자인이론과실습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미2-113A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3511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영상디자인이론과실습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미2-113A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17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3512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미디어콘텐츠디자인(2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김정환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미2-106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3513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비주얼이펙트워크샵(2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최미경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미2-106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3514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비주얼이펙트워크샵(2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최미경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미2-106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3515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웹툰과애니메이션스튜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최민규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미2-106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디오(2)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3516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3D콘텐츠그래픽제작(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김현성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금(13:00-14:50)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미2-106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2)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3517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3D콘텐츠그래픽제작(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류재현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미2-106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2)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7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3518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영상디자인스튜디오(2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김정환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금(13:00-14:50)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미2-112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3519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취업설계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이상호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미2-112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3520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취업설계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안병환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미2-112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3521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디지털애니메이션제작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오진희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미2-112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(2)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영상애니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3522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콘텐츠제작프로젝트(2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최민규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미2-112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융합예술학부(생활조형디자인학전공)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3523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공간표현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권주한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3524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조형드로잉기법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채영삼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3525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리빙디자인리서치(2)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권주한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화(13:00-16:50)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생조201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3526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생활조형리서치(2)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손정혜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생조201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3527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리빙디자인프로젝트(2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허정민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생조201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3528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3D제품디자인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송인익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3529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3D제품디자인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송인익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3530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크리에이티브모델링(2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생조313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3531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생활조형디자인(2)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금(11:00-12:50)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생조202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합)생활조형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3532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조형디자인프로젝트(2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허정민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생조201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3533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취업포트폴리오(2)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김민희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생조308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합)생활조형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3534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리빙소재디자인(2)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박정자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생조308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합)생활조형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3535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리빙제품디자인(2)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권주한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생조202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합)생활조형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3536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3D콘텐츠그래픽제작(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홍진희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3537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3D콘텐츠그래픽제작(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홍진희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3538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생활조형디자인(4)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금(11:00-12:50)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생조202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3539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생활조형디자인(4)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허남문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생조205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3540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조형디자인프로젝트(4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박찬희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생조301A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3541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조형디자인프로젝트(4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문보영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생조205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3542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취업포트폴리오(4)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김민희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생조308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3543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취업포트폴리오(4)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정유지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생조311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3544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리빙소재디자인(4)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박정자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생조308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3545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리빙소재디자인(4)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허남문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생조205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3546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리빙제품디자인(4)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권주한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생조202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생활조형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3547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리빙제품디자인(4)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문보영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생조311A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시각디자인학과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3548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컴퓨터그래픽(2)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민은아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진로415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3549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컴퓨터그래픽(2)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민은아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진로415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3550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기초시각표현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엄기서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미1-107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3551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기초시각표현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김홍중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미1-107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3552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디자인발상과표현기법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설재성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미1-108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3553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디자인발상과표현기법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설재성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미1-108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3554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디자인론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조주원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미2-311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3555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일러스트레이션(2)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임종연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미1-108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3556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일러스트레이션(2)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임종연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미1-108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3557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타이포그라피(2)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김홍중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진로415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3558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타이포그라피(2)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전형도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진로415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3559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영상디자인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장창식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진로415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3560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영상디자인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장창식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진로415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3561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웹디자인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한동균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진로415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3562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인포그래픽스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엄기서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3563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인포그래픽스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엄기서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3564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미술교육론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김창국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토(09:00-11:50)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미1-107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3565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편집디자인(2)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김재원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3566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편집디자인(2)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김재원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3567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광고디자인실무(2)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장창식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미2-308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3568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광고디자인실무(2)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장창식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미2-308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3569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모션그래픽디자인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권대우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3570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모션그래픽디자인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권대우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3571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디자인플레이닝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이재인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미2-311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3572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기업디자인실무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이해만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미2-311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3573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기업디자인실무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이해만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미2-311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3574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7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인터랙티브미디어디자 인(1)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한동균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A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3575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7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인터랙티브미디어디자 인(1)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한동균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B</w:t>
            </w:r>
          </w:p>
        </w:tc>
      </w:tr>
    </w:tbl>
    <w:p>
      <w:pPr>
        <w:spacing w:after="0" w:line="17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시각디자인학과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3576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디자인포트폴리오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한동균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미2-311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3577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산학과제연구(2)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엄기서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미2-308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3578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광고디자인과제연구(2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장창식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미2-308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3579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미술논리및논술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김창국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토(13:00-15:50)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미1-107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3580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브랜드디자인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이해만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미2-311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산업디자인학과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3581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입체조형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김시만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미1-309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3582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입체조형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김시만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미1-309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3583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2D컴퓨터실습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김소영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진로416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3584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2D컴퓨터실습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김소영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진로416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3585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기초상품디자인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조유석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화(09:00-12:50)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미1-307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3586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기초상품디자인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조유석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미1-307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3587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기초컨텐츠디자인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박진우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미1-307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3588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아트앤디자인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이신애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미1-307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3589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디지털매체실습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이재웅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진로416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3590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디지털매체실습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이재웅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진로416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3591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산업디자인(2)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유상원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화(09:00-12:50)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미2-406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3592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산업디자인(2)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유상원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미2-406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3593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스마트프로덕트디자인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조유석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미2-406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3594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스마트프로덕트디자인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조유석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미2-406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3595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모바일리빙디자인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미2-406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3596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크리에이티브디렉팅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박진우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미2-406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3597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디자인프로젝트(2)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박진우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월(13:00-16:50)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미2-403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3598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디자인프로젝트(2)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박진우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미2-403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3599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통합디자인연구(2)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하신우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미2-403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3600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통합디자인연구(2)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하신우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미2-403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3601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브랜딩과디자인창업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김시만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미2-403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산디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3602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뉴매체포트폴리오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신규겸임교 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미2-403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패션디자인학과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3603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복식디자인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임지아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3604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복식디자인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임지아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3605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서양의복구성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최유진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활219A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3606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서양의복구성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문지현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활219A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3607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공감패션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3608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공감패션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3609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드레이핑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김형수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수(09:00-12:50)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활218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3610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드레이핑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김형수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활218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3611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패션일러스트레이션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김소현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활209A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3612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패션일러스트레이션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송지은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활209A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3613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아트페브릭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3614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아트페브릭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송록영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3615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패션스타일링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송지은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월(13:00-16:50)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활216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3616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패션스타일링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송지은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활216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3617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패션머천다이징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신규겸임교 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3618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산업패턴디자인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최영림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활218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3619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산업패턴디자인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최영림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활218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3620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패션CAD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임지아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3621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패션CAD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임지아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3622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직물소재디자인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송록영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협동강의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3623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직물소재디자인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전상훈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3624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어패럴패턴캐드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최영림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K∼MOOC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K∼MOOC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K∼MOOC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3625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패션디자인스튜디오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한현재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활216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3626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패션디자인스튜디오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송지은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활216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3627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패션프리젠테이션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김소현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목(09:00-12:50)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활308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3628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패션프리젠테이션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신승호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3629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의상논리및논술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3630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패션필드프로젝트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최영림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협동강의</w:t>
            </w:r>
          </w:p>
        </w:tc>
      </w:tr>
    </w:tbl>
    <w:p>
      <w:pPr>
        <w:spacing w:after="0" w:line="17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패션디자인학과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3631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패션필드프로젝트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최영림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협동강의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3632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워크웨어디자인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송록영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패션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3633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워크웨어디자인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신승호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실내건축디자인학과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3634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디자인제도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김수정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3635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디자인제도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우디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활318A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3636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디자인제도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우디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활318A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C반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3637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실내디자인론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정석연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3638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공간과오브제실습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정경숙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3639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공간과오브제실습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우디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3640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CAD이론및실습(2)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김난아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활331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3641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CAD이론및실습(2)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김난아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활331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3642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CAD이론및실습(2)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활331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C반</w:t>
            </w:r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3643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인간공학과디자인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 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3644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미래생활공간의디자인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정경숙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3645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공간가구계획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유종호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3646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공간가구계획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유종호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3647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공간디자인스튜디오(2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정경숙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활318A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3648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공간디자인스튜디오(2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김진홍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월(09:00-10:50)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활318A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3649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/>
              <w:ind w:left="35" w:right="113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w w:val="95"/>
                <w:sz w:val="16"/>
                <w:szCs w:val="16"/>
              </w:rPr>
              <w:t>컴퓨터BIM프로그램설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계실습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이윤정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활330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3650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13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w w:val="95"/>
                <w:sz w:val="16"/>
                <w:szCs w:val="16"/>
              </w:rPr>
              <w:t>컴퓨터BIM프로그램설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계실습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이윤정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활330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3651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공간조명계획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정석연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3652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공간조명계획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이병욱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3653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실내건축스튜디오(2)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김수정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3654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실내건축스튜디오(2)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수(09:00-10:50)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활301B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3655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실내건축시공과적산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 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3656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건축법규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김효성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수(10:00-12:50)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활316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3657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포트폴리오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정석연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3658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디자인현장실습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0-6-0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김지훈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3659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디자인현장실습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0-6-0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김진홍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3660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졸업설계스튜디오(2)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김수정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3661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졸업설계스튜디오(2)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이병욱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활309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</w:tbl>
    <w:p>
      <w:pPr>
        <w:spacing w:after="0" w:line="17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국어교육과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3662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국문학개론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백순철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3663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국어교육학개설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유영희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범1119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3664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고전시가론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백순철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범1207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3665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현대소설론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김성진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3666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문학교육론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이종필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3667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국어음성과음운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박용찬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3668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국어사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박용찬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범1207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3669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학교문법론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강보선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3670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현대시교육론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유영희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3671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국어교육론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김성진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3672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국어교육론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강보선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3673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고전산문론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이종필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3674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고전시가교육론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백순철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3675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현대문학사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김성진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3676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국어논술연습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강보선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3677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의사소통교육론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유영희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영어교육과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3678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영문학개론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강민건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3679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영문학개론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강민건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3680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영어전공논술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그릴로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마이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범1338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크리스토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3681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영어전공논술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그릴로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마이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크리스토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3682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세계영어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그릴로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마이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범1208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클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크리스토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범1340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3683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영어교육의이론과실제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김정숙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범1338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3684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영어문법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이은석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범1217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범1210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3685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영어문법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이은석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3686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영어어휘와구조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이민경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3687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영어구문연습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이은석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범1123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범1201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3688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영어과기능지도법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백지원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3689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영어음성음운론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이민경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3690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영어음성음운론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이민경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3691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멀티미디어영어교육론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이가영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3692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멀티미디어영어교육론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백지원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3693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응용영어연습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이민경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3694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영어교육논술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김정숙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범1204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범1209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3695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영어교육논술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백지원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3696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교실현장영어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이은석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범1202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범1207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3697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비판적영어읽기와쓰기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백지원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역사교육과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3698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서양사입문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3699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동양사입문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장의식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3700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동양사교육사료강독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신규환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범1120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3701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한국사회경제사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장희흥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3702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한국중세사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윤재운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3703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서양문화의역사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3704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한국근현대사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장희흥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범1336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역교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3705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역사교육론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윤재운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범1335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범1333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3706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서양근대사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역교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3707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동아시아근세사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범1214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범1339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3708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역사논리및논술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신규환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역교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3709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한국윤리사상사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장희흥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범1336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범1334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일반사회교육과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일사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3710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경제현상의사회과학적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안현효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범1435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이해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일사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3711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법현상의사회과학적이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김수용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범1104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해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일사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3712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인간과사회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이승협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범1123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3713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문화와사회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박경용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일사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3714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미시경제와경제교육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안현효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범1334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범1216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3715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사법과시민교육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김수용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범1435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3716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정치와사회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이재정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일사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3717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일반사회교육론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강운선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범1210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3718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국제관계이해교육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이재정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3719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사회법과시민교육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김수용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범1435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일사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3720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정치교육세미나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이재정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일사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3721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경제교육세미나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안현효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범1336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범1340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3722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일반사회논리및논술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강운선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3723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일반사회논리및논술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강운선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3724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법교육세미나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김수용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지리교육과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3725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인문지리학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임석회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3726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지도학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3727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자연지리학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3728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문화지리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오정준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범1338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3729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사회지리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3730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정치지리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최병두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3731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경제지리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임석회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범1213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3732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지리교육론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오정준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범1340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3733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세계지역의이해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3734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/>
              <w:ind w:left="35" w:right="7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지리교육논리및논술세 미나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오정준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범1336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3735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지리교육현장학습론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정재승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토(14:00-16:50)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3736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인문지리세미나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임석회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유아교육과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3756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유아교육사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문태형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3757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유아발달론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문태형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3758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언어지도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장혜진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범1339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3759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유아사회교육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장혜진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3760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유아수학교육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신금호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3761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유아음악교육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정난이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범1340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3762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아동상담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차정주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3763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아동미술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김현미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3764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부모교육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차정주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범1338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3765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유아교과교육론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홍종원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3766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유아관찰및실습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신금호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3767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특수아동지도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문태형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3768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아동복지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장혜진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범1339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3769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유아교재연구및지도법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차정주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특수교육과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3770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장애아발달심리학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박찬웅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3771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보행훈련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김동복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3772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보완대체의사소통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옥민욱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3773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장애학생통합교육론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홍정숙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3774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청각장애학생교육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권순우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3775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시각장애학생교육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이해균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3776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특수교육교사론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홍정숙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범1208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3777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특수교육교과교육론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전보성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3778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행동수정및행동지원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박찬웅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3779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수학장애학생교육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옥민욱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3780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7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지적장애학생교과지도 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전보성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3781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7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정서·행동장애학생교 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이효신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3782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특수교육논리및논술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김영익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범1207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초등특수교육과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초특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3783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경도장애아교육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강종구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초특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3784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초등수학과교육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김영한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금(16:30-17:45)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범1208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초특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3785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장애학생통합교육론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강종구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초특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3786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7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특수교육대상학생진단 및평가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박경옥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초특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3787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특수교육공학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박경옥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초특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3788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행동수정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변찬석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초특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3789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초등실과교육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강종구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초특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3790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초등교과교육론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박남수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초특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3791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지체장애학생교육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초특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3792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7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정서·행동장애학생교 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변찬석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초특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3793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특수교육논리및논술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박경옥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유아특수교육과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유특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3794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유아특수교육원론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백상수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유특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3795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유아특수교육교사론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서경희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유특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3796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유아관찰실습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서경희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유특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3797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자폐성장애학생교육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이효신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유특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3798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유아과학교육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김건희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유특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3799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유아사회교육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서경희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유특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3800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유아특수교육론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백상수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유특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3801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의사소통장애학생교육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김건희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범1119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유특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3802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지체장애학생교육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김건희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범1119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유특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3803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유아수학교육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유특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3804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7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유아특수교육논리및논 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백상수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범1211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범1436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유특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3805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영아발달및애착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범1119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수학교육과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3806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고등미적분학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황진수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범1509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3807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선형대수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김익표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범1509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3808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선형대수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박진우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범1509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영어전용</w:t>
            </w:r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수교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3809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기초미적분학(2)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범1509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3810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해석학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황진수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범1509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3811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확률및통계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이정연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3812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이산수학교재연구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박진우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범1501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수교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3813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벡터해석및벡터지도법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범1501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3814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수학교육론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김태훈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범1501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3815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현대대수학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박진우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범1501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3816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컴퓨터와수학교육(2)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김익표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범1509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수교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3817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고급미분기하학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범1509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수교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3818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고급위상수학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범1501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3819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복소해석학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황진수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범1501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3820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수리논술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김태훈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범1501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3821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수리논술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김태훈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범1509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수교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3822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기하학교재연구및지도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황석윤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범1501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과학교육학부(물리교육전공)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물교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3823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일반물리학및실험(2)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임성민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물1311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물1203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물교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3824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일반물리학및실험(2)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임성민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물1311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금(13:00-14:50)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물1203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3825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기초수리물리학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현창호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물1312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3826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수리물리학(2)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박정일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물1310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3827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고급물리학(2)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홍성욱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물1311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3828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물리탐구실험교육(2)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임성민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물1203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3829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물리탐구실험교육(2)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임성민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물1203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3830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역학및교육(2)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현창호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물1312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3831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과학문화탐방교육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홍성욱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물1309A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물교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3832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전자기학(2)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홍성욱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물1211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물1311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3833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물리교육론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임성민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물1310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3834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현대물리실험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홍성욱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3835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현대물리실험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홍성욱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3836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물리교육현장탐방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임성민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금(17:00-17:50)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물1310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3837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물리교육캡스톤디자인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홍성욱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물1309A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3838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양자역학(2)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현창호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물1312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3839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물리교육논술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임성민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물1311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물교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3840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다체계물리학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박정일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물1310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물1213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과학교육학부(화학교육전공)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3841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기초물리학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송종원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3842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일반화학(2)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김보혜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3843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유기화학의기초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김은주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3844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물리화학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송종원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화2212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3845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분석화학(2)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김인환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3846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유기화학(2)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김은주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3847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일반화학및실험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김창만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화2304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3848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화학결합론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김보혜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물1310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3849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화학과융합인재교육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차정호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3850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무기화학(2)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김보혜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물1310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3851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분자분광학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송종원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3852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기기분석(2)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송영대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물1312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3853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화학교육논술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차정호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화2312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3854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생유기화학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김은주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3855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물리화학실험및교육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송종원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화2304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3856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무기화학교육내용연구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김보혜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화2312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과학교육학부(생물교육전공)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3857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일반생물학(2)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김상호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3858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고등학교생명과학실험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김용성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금(14:00-17:50)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생3304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3859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생화학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문동오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생3214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3860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식물계통학실험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이정호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생3304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3861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식물계통학탐구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이정호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생3304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3862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생명과학학습이론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정진수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생3215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3863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동물분류학탐구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조영석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생3215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3864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동물학실험교육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조영석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생3304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3865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동물생리학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문동오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생3115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3866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식물생리학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이정호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생3304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생3215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3867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유전공학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조영석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생3214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3868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생명과학교육론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정진수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생3215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3869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자연환경해설사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윤성규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생3304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3870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생명과학교육논술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정진수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생3215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3871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동물학교육세미나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조영석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생3304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3872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생리학교육세미나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문동오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생3214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과학교육학부(지구과학교육전공)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3873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일반물리학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김경찬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물1212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3874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지구과학야외답사(2)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수(12:00-12:50)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생3214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3875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일반지구과학(2)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박종근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생3116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3876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천문학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김경찬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물1212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3877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지구과학및실험(2)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김윤지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생3105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3878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지질학(2)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박종근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생3116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3879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지구환경과학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유영억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생3116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3880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지구과학교수학습론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생3116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3881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대기물리학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김경찬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물1212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3882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지구물리학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김윤지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생3116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3883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암석학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김윤지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생3116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3884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지구과학교육론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생3116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3885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지사학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박종근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생3116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3886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천체물리학(2)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김경찬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물1212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3887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고급지구과학(2)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박종근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생3115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3888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지구과학논리및논술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김윤지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물1213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환경교육과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3907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생3115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3908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환경오염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유영억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생3115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환교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3909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환경교육프로젝트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목(16:00-17:50)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화2214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환교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3910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지구환경론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유영억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생3115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직업재활학과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3911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직업상담론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조성재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직재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3912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통합재활론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나운환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재1213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재1212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직재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3913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장애아심리및검사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김민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재1126A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3914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장애아직업전교육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최우형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3915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장애인복지학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김준수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제2-1103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3916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재활행정론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도유미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직재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3917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노동법규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나운환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재1215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재1212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3918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장애인사회교육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전가영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재1316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3919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장애인직업진로지도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김학천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3920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직업개발및배치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이달엽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본교가상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본교가상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본교가상</w:t>
            </w:r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직재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3921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직업교육론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박정식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재1212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재1213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직재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3922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직업재활방법론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박정식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재1213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재1415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3923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직업재활연구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이달엽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DU∼MOOC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DU∼MOOC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11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DU∼MOOC</w:t>
            </w:r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직재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3924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재활상담과사례관리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조성재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재1102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재1215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직재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3925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직업논리및논술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이달엽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재1212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재1211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3926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직업재활시설과마케팅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3927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학습장애학생교육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이은정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언어치료학과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3928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말과학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최양규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3929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다문화와의사소통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천정민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언치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3930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대뇌생리학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최양규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재1211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재1102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언치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3931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언어진단훈련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재1102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3932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청각학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허승덕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3933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음운론및통사론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3934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문제행동언어재활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이해성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재1316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언치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3935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언어발달장애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천정민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재1414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재1315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언치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3936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말운동장애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재1414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3937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삼킴장애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김정완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목(17:00-17:50)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3938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언어진단실습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허승덕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재1422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3939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언어진단실습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장영심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3940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언어진단실습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박주원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3941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언어진단실습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김미진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3942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언어진단실습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이지우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월(18:00-21:10)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3943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노화와의사소통장애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박상욱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3944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보청기청각언어재활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언치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3945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보완대체의사소통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김광욱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금(16:30-17:45)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재1414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언치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3946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인공와우청각언어재활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허승덕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취업설계</w:t>
            </w:r>
          </w:p>
        </w:tc>
      </w:tr>
    </w:tbl>
    <w:p>
      <w:pPr>
        <w:spacing w:after="0" w:line="17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물리치료학과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3947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해부학(1)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3948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보장구학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김명권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재1315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3949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생리학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김승규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3950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운동생리학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김대현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3951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생역학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3952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신경물리치료(1)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김명권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3953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신경물리치료실습(1)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김명권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재1310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3954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신경물리치료실습(1)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김명권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재1310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3955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광선및수치료학실습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김태호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재1334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3956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신경외과학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윤창교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3957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신경물리치료(2)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황보각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3958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신경물리치료실습(2)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황보각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재1310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3959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신경물리치료실습(2)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황보각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재1310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3960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운동제어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신규겸임교 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3961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질환별물리치료학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류효정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3962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물리치료캡스톤디자인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황보각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3963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7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근골격계물리치료진단 및평가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3964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수중운동학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김태호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3965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7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근골격계물리치료진단 및평가실습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남승민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재1309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3966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7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근골격계물리치료진단 및평가실습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남승민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재1309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3967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노인물리치료학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신영준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재1102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3968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아동재활현장실습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김명권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3969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신경물리치료현장실습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김태호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3970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7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전기광선물리치료현장 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3971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정형물리치료현장실습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0-4-0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황보각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</w:tr>
    </w:tbl>
    <w:p>
      <w:pPr>
        <w:spacing w:after="0" w:line="17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재활심리학과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3972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발달심리학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김현희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재심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3973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긍정심리재활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황경열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재1212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재1214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재심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3974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신경심리학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김홍근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재1214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재1212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재심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3975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이상심리학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박중규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재1213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재1414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재심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3976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임상심리학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박중규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재1214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3977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정신분석학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황경열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3978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장애아동진단및평가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서귀남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재1126A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재심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3979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미술치료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김준수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재1102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3980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심리통계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김홍근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3981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가족상담과재활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공마리아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3982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7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집단심리재활이론및실 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용홍출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금(14:00-17:50)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3983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장애아동심리재활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황은진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금(11:00-13:50)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재1126A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재심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3984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재활심리현장실습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0-6-0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공마리아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3985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장애아동미술재활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권재희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재활공학과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3986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해부생리학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김소영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3987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장애의이해와재활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정경희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재공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3988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창의적재활공학설계입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김용철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재1215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재1101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0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재공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3989</w:t>
            </w:r>
          </w:p>
        </w:tc>
        <w:tc>
          <w:tcPr>
            <w:tcW w:w="172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인간공학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최화순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재1210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재1215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재공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3990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재활제어인터페이스(2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송병섭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재1208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재1408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재공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3991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재활제어인터페이스(2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송병섭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재1208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재1408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3992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장애인용보조기기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정경희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재1315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3993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재활소프트웨어(2)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박영식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3994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의사소통보조기기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이근민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재1316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재공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3995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장애진단및평가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김소영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월(09:00-12:50)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3996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인체운동학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윤창교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재1315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3997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보조기기제작및개발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김용철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3998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이동보조기기표준화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김용철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3999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7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보조공학임상및사례관 리실습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이근민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4000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이동보조기기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이진현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재1126A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73" w:hRule="exact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재공</w:t>
            </w:r>
          </w:p>
        </w:tc>
        <w:tc>
          <w:tcPr>
            <w:tcW w:w="6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4001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보조기기관련법령및서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임성빈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재1215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비스전달체계</w:t>
            </w: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작업치료학과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4002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작업치료학개론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권혁철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재2-1305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4003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인체해부학(2)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이선민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재1126A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재1215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4004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장애아동의이해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최세진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재1414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작치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4005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신경해부학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이선민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재2-1305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4006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심리검사및평가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이선욱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재2-1305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4007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작업치료진단및평가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권혁철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재2-1305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4009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아동발달학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이혜림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재2-1305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작치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4010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보조기및의지학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최세진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재1126A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4011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신경계작업치료학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재2-1204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4012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근골격계작업치료학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이선욱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재2-1305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4013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노인작업치료학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이선욱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재2-1305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4014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감각처리장애와중재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이혜림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재2-1204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분반A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4015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감각처리장애와중재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이혜림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재2-1204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분반B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전필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작치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4016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작업치료임상실습(3)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0-6-0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이선욱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작치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4017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작업치료임상실습(4)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0-6-0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권혁철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4018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작업치료세미나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제2-1103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영어전용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작치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4019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지역사회작업치료학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제2-1103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재활건강증진학과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재활건강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4020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보건학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김영복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교1103호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재활건강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4021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운동의학개론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김완수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교1103호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재활건강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4022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/>
              <w:ind w:left="35" w:right="7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보건프로그램개발및평 가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김영복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인2-2302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재활건강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4023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기능해부학(1)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고성경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교1107A호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재활건강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4024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질병관리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교1110호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재활건강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4025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재활운동생리학(2)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김완수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교1107A호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재활건강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4026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재활운동심리및실습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교1112호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재활건강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4027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건강체력측정평가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고성경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교1112호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재활건강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4028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보건의사소통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김영복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인2-2201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재활건강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4029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만성질환재활운동의학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김완수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교1103호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재활건강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4030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운동손상평가및재활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교1103호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교1110호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재활건강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4031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임상운동검사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고성경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교1107A호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DU인재법학부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4032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민법총칙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나태영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4033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민법총칙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나태영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4034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인터넷과법률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최진원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인재법학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4035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인터넷과법률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최진원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</w:tbl>
    <w:p>
      <w:pPr>
        <w:spacing w:after="0" w:line="17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DU인재법학부(법학전공)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4036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국제법(1)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최철영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4037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행정법(1)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박효근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법행강당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4038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회사법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이승환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4039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행정작용법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이상학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4040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채권법입문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장병주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법행1112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4041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통치구조론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정극원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법학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4042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민사소송법(2)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강태원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법행1218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4043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행정법(2)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박효근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법행강당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4044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행정법각론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박효근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법행2402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4045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친족법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고상현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법행1309B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4046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법률영어(2)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그렉</w:t>
            </w:r>
            <w:r>
              <w:rPr>
                <w:rFonts w:ascii="돋움" w:hAnsi="돋움" w:cs="돋움" w:eastAsia="돋움"/>
                <w:spacing w:val="-1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대빌레</w:t>
            </w:r>
            <w:r>
              <w:rPr>
                <w:rFonts w:ascii="돋움" w:hAnsi="돋움" w:cs="돋움" w:eastAsia="돋움"/>
                <w:sz w:val="16"/>
                <w:szCs w:val="16"/>
              </w:rPr>
              <w:t> 어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법행1112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4047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교정실무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정창헌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법행강당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DU인재법학부(공직법학전공)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공직법학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4048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헌법과국가권력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정극원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공직법학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4049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특허법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최진원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공직법학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4050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국제관계법(1)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최철영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공직법학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4051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경찰법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이상학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법행1309B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공직법학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4052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채권법(1)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장병주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공직법학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4053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판례형법각론(1)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지유미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공직법학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4054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가족법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고상현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법행1112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공직법학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4055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민사소송법각론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강태원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공직법학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4056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행정구제법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이상학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목(16:30-17:45)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공직법학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4057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공정거래법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이승환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공직법학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4058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판례형사소송법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지유미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공직법학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4059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경찰학(2)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박선영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DU인재법학부(공법학전공)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4060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국제법연습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최철영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4061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판례민법(2)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장병주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법행2402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DU인재법학부(사법학전공)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4062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헌법판례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정극원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법행1112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4063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민법연습(2)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나태영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사법학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4064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보험해상법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이승환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목(15:00-16:15)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법행1112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DU인재법학부(공공안전법학전공)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공공안전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4065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민법세미나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고상현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법행1206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미래융합대학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미래융합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4066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사회복지학개론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박입근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토(15:00-17:50)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대본1301D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미래융합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4067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재활의기초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류현주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토(12:00-14:50)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대본1301D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미래융합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4068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도시농업학개론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조문수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대본1301D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미래융합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4069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미래융합개론(2)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조문수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DU∼MOOC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DU∼MOOC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평생교육·청소년학과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5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평생교육·청 소년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4070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청소년문화론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김광래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토(12:00-14:50)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5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평생교육·청 소년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4071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성인학습및상담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김경미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5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평생교육·청 소년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4072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평생교육기관경영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김은영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토(18:00-20:20)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/>
              <w:ind w:left="35" w:right="5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평생교육·청 소년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4073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평생교육실습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김남선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토(18:00-20:20)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대본1701C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5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평생교육·청 소년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4074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청소년지도방법론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김제원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토(12:00-14:50)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대본1701C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5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평생교육·청 소년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4075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청소년심리및상담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김광래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토(15:00-17:50)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대본1701C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5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평생교육·청 소년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4076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문해교육론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서명환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수(18:00-20:20)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사1205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/>
              <w:ind w:left="35" w:right="5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평생교육·청 소년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4077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비교지역사회개발론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황화석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토(09:00-11:50)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대본1702B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5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평생교육·청 소년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4078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집단상담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이은정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수(18:00-20:20)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사1301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5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평생교육·청 소년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4079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청소년교육론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안현숙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토(15:00-17:50)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대본1702B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59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평생교육·청 소년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4080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7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청소년프로그램개발과 평가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허상훈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토(12:00-14:50)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대본1702B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자산관리창업학과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자산관리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4081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부동산중개론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성백영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토(12:00-14:50)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대구본802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자산관리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4082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창업마케팅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권순재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본교가상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본교가상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본교가상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자산관리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4083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기술창업벤처탐방론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권정일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토(18:00-20:20)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대구본802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자산관리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4084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금융자산과정보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김광호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대구본802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자산관리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4085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/>
              <w:ind w:left="35" w:right="7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가상창업비즈니스모델 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이화진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토(18:00-20:20)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대구본802A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자산관리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4086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사업계획서작성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김광호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수(18:00-20:20)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자산관리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4087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부동산경제정책론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성백영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대구본802A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자산관리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4088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창업기업운영관리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윤상희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토(12:00-14:50)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대구본802A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자산관리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4089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동아시아마케팅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윤상희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수(18:00-20:20)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자산관리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4090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창업과윤리경영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노진민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대본1601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자산관리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4091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사회문화와창업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이화진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토(15:00-17:50)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대본1601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자산관리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4092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은퇴자산설계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토(12:00-14:50)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대본1601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실버복지상담학과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실버복지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4093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인간행동과사회환경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김향아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토(18:00-20:20)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대구본1406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실버복지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4094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사회복지실천기술론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대구본1406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실버복지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4095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사회복지조사론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김지은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토(12:00-14:50)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대구본1406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실버복지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4096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사례관리론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김지은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토(15:00-17:50)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대구본1407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실버복지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4097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사회복지현장실습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김사현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수(20:25-21:55)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토(20:25-21:10)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사1407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대구본1407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실버복지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4098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장애인복지론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대구본1407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실버복지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4099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학교사회복지론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박영준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수(18:00-20:20)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실버복지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4100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사회복지법제와실천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이미경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토(12:00-14:50)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대구본1407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실버복지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4101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정신건강사회복지론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토(12:00-14:50)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대본1602A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실버복지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4102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가족상담및가족치료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김인아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대본1602B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실버복지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4103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한국의사회서비스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양난주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수(18:00-20:20)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실버복지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4104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실버복지상담세미나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김향아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토(15:00-17:50)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대본1602B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6차산업학과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6차산업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4105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토양비료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류연주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대본1301C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6차산업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4106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동물사양의이해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황보순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토(12:00-14:50)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대본1301C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6차산업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4107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농촌관광론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서철현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토(18:00-20:20)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대본1301C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6차산업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4108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글로벌커뮤니케이션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서철현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수(18:00-20:20)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사1403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6차산업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4109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수경재배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구본순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대본1301B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6차산업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4110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식품발효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정호정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토(18:00-20:20)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대본1301B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6차산업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4111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6차산업창업및실무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박재동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토(15:00-17:50)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대본1301C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6차산업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4112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치유농업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토(12:00-14:50)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대본1301B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6차산업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4113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생명공학과농업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토(09:00-11:50)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대구본1303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6차산업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4114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농산물품질관리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사공동훈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수(18:00-20:20)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6차산업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4115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스마트팜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토(12:00-14:50)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6차산업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4116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농촌융복합산업법규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서철현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토(15:00-17:50)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특수재활교육학과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특수재활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4117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지적장애교육및재활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박정식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본교가상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본교가상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본교가상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특수재활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4118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재활사례관리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양은주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토(12:00-14:50)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대구본1403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특수재활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4119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직무개발및배치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도유미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대구본1403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특수재활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4120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재활시설론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최우형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토(15:00-17:50)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대구본1403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특수재활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4121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노동법규와재활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강종구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수(18:00-20:20)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특수재활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4122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독립생활재활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이세희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토(15:00-17:50)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대본1602A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특수재활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4123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행동재활프로그램개발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수(18:00-20:20)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특수재활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4124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인지행동지원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양은주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대본1602A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8"/>
          <w:szCs w:val="8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4125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간호학개론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김복자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간호1301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1반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4126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간호학개론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김복자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간호1401A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2반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4127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간호학개론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김복자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목(14:00-15:50)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간호1403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3반</w:t>
            </w:r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4128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인체구조와기능(1)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간호1401A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A반,영어전용</w:t>
            </w:r>
          </w:p>
        </w:tc>
      </w:tr>
      <w:tr>
        <w:trPr>
          <w:trHeight w:val="29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간호1301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4129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인체구조와기능(1)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화(09:00-09:50)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간호1301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B반,영어전용</w:t>
            </w:r>
          </w:p>
        </w:tc>
      </w:tr>
      <w:tr>
        <w:trPr>
          <w:trHeight w:val="30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원</w:t>
            </w:r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간호1401A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전필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4130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간호과정과비판적사고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박주연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월(16:00-16:50)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간호1405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1반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4131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간호과정과비판적사고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박주연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월(17:00-17:50)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간호1401A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2반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4132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간호과정과비판적사고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박주연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목(15:00-15:50)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간호1401A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3반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4133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기본간호학(2)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오혜경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간호1301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4134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기본간호학(2)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오혜경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간호1401A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4135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기본간호학실습(2)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오혜경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화(14:00-15:50)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간호1506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A-1반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4136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기본간호학실습(2)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박주연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화(16:00-17:50)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간호1501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A-2반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4137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기본간호학실습(2)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박주연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간호1501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B-1반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4138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기본간호학실습(2)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박주연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간호1501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B-2반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4139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기본간호학실습(2)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박주연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간호1501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C반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4140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아동간호학(1)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장군자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간호1405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4141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아동간호학(1)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장군자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간호1406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4142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기본간호학실습(3)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오혜경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간호1506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A-1반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4143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기본간호학실습(3)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오혜경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간호1506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A-2반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4144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기본간호학실습(3)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오혜경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간호1506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B-1반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4145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기본간호학실습(3)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오혜경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간호1506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B-2반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4146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기본간호학실습(3)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오혜경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간호1506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C반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4147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의사소통론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이은영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간호1301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4148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의사소통론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이은영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간호1401A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4149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여성건강간호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장순양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간호1401A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4150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여성건강간호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장순양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간호1401A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4151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성인간호입문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전은영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수(09:00-09:50)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간호1301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금(14:00-15:50)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간호1405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4152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성인간호입문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전은영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간호1401A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267" w:hRule="exact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1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간호1301</w:t>
            </w:r>
          </w:p>
        </w:tc>
        <w:tc>
          <w:tcPr>
            <w:tcW w:w="1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7"/>
          <w:headerReference w:type="even" r:id="rId8"/>
          <w:pgSz w:w="11900" w:h="16840"/>
          <w:pgMar w:header="1280" w:footer="0" w:top="188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간호학과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4153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기본간호학(3)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오혜경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간호1405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4154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기본간호학(3)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오혜경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월(16:00-16:50)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간호1401A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전필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4155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성인간호학(2)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 원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간호1406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4156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성인간호학(2)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 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간호1406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B반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4157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성인간호학실습(2)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0-6-0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신규전임교 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4158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성인간호학실습(2)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0-6-0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구윤정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4159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성인간호학실습(2)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0-6-0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박신정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4160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성인간호학실습(2)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0-6-0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전은영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4161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정신간호학실습(1)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0-6-0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이선아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4162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정신간호학실습(1)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0-6-0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이선아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4163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정신간호학실습(1)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0-6-0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이은영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4164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정신간호학실습(1)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0-6-0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이은영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4165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지역사회간호학(2)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강수진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간호1406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집중수업,A반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4166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지역사회간호학(2)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강수진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대본1301D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집중수업,B반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4167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간호관리학(1)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류미경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집중수업,A반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4168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간호관리학(1)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류미경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대본1301D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집중수업,B반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4169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CPX기초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장군자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간호1503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4170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CPX기초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장군자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간호1503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4171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CPX기초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장군자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간호1503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6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w w:val="95"/>
                <w:sz w:val="16"/>
                <w:szCs w:val="16"/>
              </w:rPr>
              <w:t>집중수업,B-1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반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4172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CPX기초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0-2-0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장군자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간호1503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6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w w:val="95"/>
                <w:sz w:val="16"/>
                <w:szCs w:val="16"/>
              </w:rPr>
              <w:t>집중수업,B-2</w:t>
            </w:r>
            <w:r>
              <w:rPr>
                <w:rFonts w:ascii="돋움" w:hAnsi="돋움" w:cs="돋움" w:eastAsia="돋움"/>
                <w:w w:val="99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sz w:val="16"/>
                <w:szCs w:val="16"/>
              </w:rPr>
              <w:t>반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4173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보건교육론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강수진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금(09:00-09:50)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대본1301B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4174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지역사회간호학실습(1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0-3-0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강수진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4175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지역사회간호학실습(1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0-3-0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강수진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4176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지역사회간호학실습(1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0-3-0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강수진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4177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지역사회간호학실습(1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0-3-0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강수진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전필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4178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보건의료법규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임경순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대구본1303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집중수업1반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4179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보건의료법규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임경순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대구본802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집중수업,2반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4180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보건의료법규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임경순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수(14:00-15:50)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대구본802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집중수업,3반</w:t>
            </w:r>
          </w:p>
        </w:tc>
      </w:tr>
    </w:tbl>
    <w:p>
      <w:pPr>
        <w:spacing w:after="0" w:line="17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540" w:bottom="280" w:left="780" w:right="7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8"/>
          <w:szCs w:val="8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4181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정신간호학(3)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이선아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월(14:00-14:50)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대구본802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집중수업,A반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4182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정신간호학(3)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이선아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월(15:00-15:50)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대구본802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집중수업,B반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4183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여성간호학(3)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장순양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집중수업,A반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4184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여성간호학(3)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장순양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집중수업,B반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4185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아동간호학(3)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장군자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금(09:00-09:50)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간호1401A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집중수업,A반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4186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아동간호학(3)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장군자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금(11:00-11:50)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간호1401A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집중수업,B반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4187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임상추론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황혜남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대본1301D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집중수업,A반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4188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임상추론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황혜남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간호1405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집중수업,B반</w:t>
            </w:r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4189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여성간호학실습(2)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0-3-0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장순양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4190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여성간호학실습(2)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0-3-0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장순양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4191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여성간호학실습(2)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0-3-0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박은미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4192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여성간호학실습(2)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0-3-0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박은미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4193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정신간호학실습(2)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0-3-0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이선아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4194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정신간호학실습(2)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0-3-0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이선아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4195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정신간호학실습(2)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0-3-0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이선아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4196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성인간호학실습(4)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0-6-0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황혜남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4197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성인간호학실습(4)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0-6-0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황혜남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4198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성인간호학실습(4)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0-6-0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황혜남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4199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성인간호학실습(4)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0-6-0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황혜남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4200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재활간호학실습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0-3-0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전은영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4201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재활간호학실습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0-3-0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전은영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4202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재활간호학실습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0-3-0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구윤정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간호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4203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재활간호학실습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0-3-0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박신정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현장실습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집중수업</w:t>
            </w:r>
          </w:p>
        </w:tc>
      </w:tr>
    </w:tbl>
    <w:p>
      <w:pPr>
        <w:spacing w:after="0" w:line="178" w:lineRule="exact"/>
        <w:jc w:val="left"/>
        <w:rPr>
          <w:rFonts w:ascii="돋움" w:hAnsi="돋움" w:cs="돋움" w:eastAsia="돋움"/>
          <w:sz w:val="16"/>
          <w:szCs w:val="16"/>
        </w:rPr>
        <w:sectPr>
          <w:pgSz w:w="11900" w:h="16840"/>
          <w:pgMar w:header="1280" w:footer="0" w:top="188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AI응용전공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AI응용전공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4204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AI응용프로젝트(1)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염석원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목(09:00-11:50)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보건행정학과(야)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보건행정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4205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보건교육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이영선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월(18:00-20:20)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대본1301A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보건행정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4206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건강보험학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최찬호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화(18:00-19:35)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수(19:35-20:20)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대본1301A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보건행정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4207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병원경영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최찬호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화(21:10-21:55)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수(20:25-21:55)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대본1301A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보건행정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4208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보건의료전산관리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황홍구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금(18:00-20:20)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대구본1303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보건행정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4209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보건기획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최찬호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월(20:25-21:55)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화(20:25-21:10)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대구본1302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보건행정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4210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보건의료회계학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전규선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목(18:00-20:20)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대본1301A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보건행정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4211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연구방법론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최현숙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금(18:50-21:10)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대구본1302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보건행정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4212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예방의학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구현진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월(20:25-21:55)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목(21:10-21:55)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대본1301A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보건행정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4213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보건영양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최현숙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화(18:00-20:20)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대구본1302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보건행정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4214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국제보건학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최찬호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목(18:00-19:35)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금(18:00-18:45)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대구본1302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9"/>
          <w:headerReference w:type="even" r:id="rId10"/>
          <w:pgSz w:w="11900" w:h="16840"/>
          <w:pgMar w:header="1280" w:footer="0" w:top="1540" w:bottom="280" w:left="780" w:right="76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기계융복합공학과(야)</w:t>
      </w:r>
      <w:r>
        <w:rPr>
          <w:b w:val="0"/>
          <w:bCs w:val="0"/>
        </w:rPr>
      </w:r>
    </w:p>
    <w:p>
      <w:pPr>
        <w:spacing w:line="240" w:lineRule="auto" w:before="1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40"/>
        <w:gridCol w:w="960"/>
        <w:gridCol w:w="640"/>
        <w:gridCol w:w="1720"/>
        <w:gridCol w:w="540"/>
        <w:gridCol w:w="660"/>
        <w:gridCol w:w="940"/>
        <w:gridCol w:w="1340"/>
        <w:gridCol w:w="1140"/>
        <w:gridCol w:w="1140"/>
      </w:tblGrid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학년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구분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35" w:right="1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175" w:right="17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85" w:right="2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365" w:right="0"/>
              <w:jc w:val="left"/>
              <w:rPr>
                <w:rFonts w:ascii="굴림체" w:hAnsi="굴림체" w:cs="굴림체" w:eastAsia="굴림체"/>
                <w:sz w:val="20"/>
                <w:szCs w:val="20"/>
              </w:rPr>
            </w:pPr>
            <w:r>
              <w:rPr>
                <w:rFonts w:ascii="굴림체" w:hAnsi="굴림체" w:cs="굴림체" w:eastAsia="굴림체"/>
                <w:sz w:val="20"/>
                <w:szCs w:val="20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기계융복합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4215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기초전자공학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윤강섭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수(20:25-22:40)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대본1902A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기계융복합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4216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내연기관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정상현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목(20:25-22:40)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대본1902A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기계융복합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4217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유체기계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최태환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목(18:00-20:20)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대본1902A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기계융복합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4218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품질관리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강성화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월(20:25-22:40)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대본1902A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기계융복합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4219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기계공작법(2)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임학규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수(18:00-20:20)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대본1902A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기계융복합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4220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기계재료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최상준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월(18:00-20:20)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대본1902A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0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기계융복합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4221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치공구설계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1-0-2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도원호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월(18:00-20:20)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대본1901A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기계융복합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4222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금형설계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김세호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수(18:00-20:20)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대본1901A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기계융복합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4223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신재생에너지공학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최태환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목(20:25-22:40)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대본1901A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기계융복합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4224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3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기계융복합종합설계(2</w:t>
            </w:r>
          </w:p>
          <w:p>
            <w:pPr>
              <w:pStyle w:val="TableParagraph"/>
              <w:spacing w:line="185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이정택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월(20:25-22:40)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대본1901A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기계융복합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4225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소성가공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임학규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수(20:25-22:40)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대본1901A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기계융복합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12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4226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열동력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9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1-0-2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이정택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목(18:00-20:20)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대본1901A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/>
          </w:p>
        </w:tc>
      </w:tr>
    </w:tbl>
    <w:sectPr>
      <w:pgSz w:w="11900" w:h="16840"/>
      <w:pgMar w:header="1280" w:footer="0" w:top="1540" w:bottom="280" w:left="78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굴림체">
    <w:altName w:val="굴림체"/>
    <w:charset w:val="81"/>
    <w:family w:val="modern"/>
    <w:pitch w:val="fixed"/>
  </w:font>
  <w:font w:name="돋움">
    <w:altName w:val="돋움"/>
    <w:charset w:val="81"/>
    <w:family w:val="moder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45.669998pt;margin-top:62.982422pt;width:104.7pt;height:16pt;mso-position-horizontal-relative:page;mso-position-vertical-relative:page;z-index:-1605664" type="#_x0000_t202" filled="false" stroked="false">
          <v:textbox inset="0,0,0,0">
            <w:txbxContent>
              <w:p>
                <w:pPr>
                  <w:spacing w:line="300" w:lineRule="exact" w:before="0"/>
                  <w:ind w:left="20" w:right="0" w:firstLine="0"/>
                  <w:jc w:val="left"/>
                  <w:rPr>
                    <w:rFonts w:ascii="돋움" w:hAnsi="돋움" w:cs="돋움" w:eastAsia="돋움"/>
                    <w:sz w:val="28"/>
                    <w:szCs w:val="28"/>
                  </w:rPr>
                </w:pPr>
                <w:r>
                  <w:rPr>
                    <w:rFonts w:ascii="돋움" w:hAnsi="돋움" w:cs="돋움" w:eastAsia="돋움"/>
                    <w:b/>
                    <w:bCs/>
                    <w:sz w:val="28"/>
                    <w:szCs w:val="28"/>
                  </w:rPr>
                  <w:t>전공</w:t>
                </w:r>
                <w:r>
                  <w:rPr>
                    <w:rFonts w:ascii="돋움" w:hAnsi="돋움" w:cs="돋움" w:eastAsia="돋움"/>
                    <w:b/>
                    <w:bCs/>
                    <w:spacing w:val="20"/>
                    <w:sz w:val="28"/>
                    <w:szCs w:val="28"/>
                  </w:rPr>
                  <w:t> </w:t>
                </w:r>
                <w:r>
                  <w:rPr>
                    <w:rFonts w:ascii="돋움" w:hAnsi="돋움" w:cs="돋움" w:eastAsia="돋움"/>
                    <w:b/>
                    <w:bCs/>
                    <w:sz w:val="28"/>
                    <w:szCs w:val="28"/>
                  </w:rPr>
                  <w:t>강의시간표</w:t>
                </w:r>
                <w:r>
                  <w:rPr>
                    <w:rFonts w:ascii="돋움" w:hAnsi="돋움" w:cs="돋움" w:eastAsia="돋움"/>
                    <w:sz w:val="28"/>
                    <w:szCs w:val="28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45.669998pt;margin-top:62.982422pt;width:104.7pt;height:16pt;mso-position-horizontal-relative:page;mso-position-vertical-relative:page;z-index:-1605640" type="#_x0000_t202" filled="false" stroked="false">
          <v:textbox inset="0,0,0,0">
            <w:txbxContent>
              <w:p>
                <w:pPr>
                  <w:spacing w:line="300" w:lineRule="exact" w:before="0"/>
                  <w:ind w:left="20" w:right="0" w:firstLine="0"/>
                  <w:jc w:val="left"/>
                  <w:rPr>
                    <w:rFonts w:ascii="돋움" w:hAnsi="돋움" w:cs="돋움" w:eastAsia="돋움"/>
                    <w:sz w:val="28"/>
                    <w:szCs w:val="28"/>
                  </w:rPr>
                </w:pPr>
                <w:r>
                  <w:rPr>
                    <w:rFonts w:ascii="돋움" w:hAnsi="돋움" w:cs="돋움" w:eastAsia="돋움"/>
                    <w:b/>
                    <w:bCs/>
                    <w:sz w:val="28"/>
                    <w:szCs w:val="28"/>
                  </w:rPr>
                  <w:t>전공</w:t>
                </w:r>
                <w:r>
                  <w:rPr>
                    <w:rFonts w:ascii="돋움" w:hAnsi="돋움" w:cs="돋움" w:eastAsia="돋움"/>
                    <w:b/>
                    <w:bCs/>
                    <w:spacing w:val="20"/>
                    <w:sz w:val="28"/>
                    <w:szCs w:val="28"/>
                  </w:rPr>
                  <w:t> </w:t>
                </w:r>
                <w:r>
                  <w:rPr>
                    <w:rFonts w:ascii="돋움" w:hAnsi="돋움" w:cs="돋움" w:eastAsia="돋움"/>
                    <w:b/>
                    <w:bCs/>
                    <w:sz w:val="28"/>
                    <w:szCs w:val="28"/>
                  </w:rPr>
                  <w:t>강의시간표</w:t>
                </w:r>
                <w:r>
                  <w:rPr>
                    <w:rFonts w:ascii="돋움" w:hAnsi="돋움" w:cs="돋움" w:eastAsia="돋움"/>
                    <w:sz w:val="28"/>
                    <w:szCs w:val="28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45.669998pt;margin-top:62.982422pt;width:104.7pt;height:16pt;mso-position-horizontal-relative:page;mso-position-vertical-relative:page;z-index:-1605616" type="#_x0000_t202" filled="false" stroked="false">
          <v:textbox inset="0,0,0,0">
            <w:txbxContent>
              <w:p>
                <w:pPr>
                  <w:spacing w:line="300" w:lineRule="exact" w:before="0"/>
                  <w:ind w:left="20" w:right="0" w:firstLine="0"/>
                  <w:jc w:val="left"/>
                  <w:rPr>
                    <w:rFonts w:ascii="돋움" w:hAnsi="돋움" w:cs="돋움" w:eastAsia="돋움"/>
                    <w:sz w:val="28"/>
                    <w:szCs w:val="28"/>
                  </w:rPr>
                </w:pPr>
                <w:r>
                  <w:rPr>
                    <w:rFonts w:ascii="돋움" w:hAnsi="돋움" w:cs="돋움" w:eastAsia="돋움"/>
                    <w:b/>
                    <w:bCs/>
                    <w:sz w:val="28"/>
                    <w:szCs w:val="28"/>
                  </w:rPr>
                  <w:t>전공</w:t>
                </w:r>
                <w:r>
                  <w:rPr>
                    <w:rFonts w:ascii="돋움" w:hAnsi="돋움" w:cs="돋움" w:eastAsia="돋움"/>
                    <w:b/>
                    <w:bCs/>
                    <w:spacing w:val="20"/>
                    <w:sz w:val="28"/>
                    <w:szCs w:val="28"/>
                  </w:rPr>
                  <w:t> </w:t>
                </w:r>
                <w:r>
                  <w:rPr>
                    <w:rFonts w:ascii="돋움" w:hAnsi="돋움" w:cs="돋움" w:eastAsia="돋움"/>
                    <w:b/>
                    <w:bCs/>
                    <w:sz w:val="28"/>
                    <w:szCs w:val="28"/>
                  </w:rPr>
                  <w:t>강의시간표</w:t>
                </w:r>
                <w:r>
                  <w:rPr>
                    <w:rFonts w:ascii="돋움" w:hAnsi="돋움" w:cs="돋움" w:eastAsia="돋움"/>
                    <w:sz w:val="28"/>
                    <w:szCs w:val="2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pt;margin-top:85.132813pt;width:34pt;height:10pt;mso-position-horizontal-relative:page;mso-position-vertical-relative:page;z-index:-1605592" type="#_x0000_t202" filled="false" stroked="false">
          <v:textbox inset="0,0,0,0">
            <w:txbxContent>
              <w:p>
                <w:pPr>
                  <w:pStyle w:val="BodyText"/>
                  <w:spacing w:line="180" w:lineRule="exact" w:before="0"/>
                  <w:ind w:left="20"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간호학과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45.669998pt;margin-top:62.982422pt;width:104.7pt;height:16pt;mso-position-horizontal-relative:page;mso-position-vertical-relative:page;z-index:-1605568" type="#_x0000_t202" filled="false" stroked="false">
          <v:textbox inset="0,0,0,0">
            <w:txbxContent>
              <w:p>
                <w:pPr>
                  <w:spacing w:line="300" w:lineRule="exact" w:before="0"/>
                  <w:ind w:left="20" w:right="0" w:firstLine="0"/>
                  <w:jc w:val="left"/>
                  <w:rPr>
                    <w:rFonts w:ascii="돋움" w:hAnsi="돋움" w:cs="돋움" w:eastAsia="돋움"/>
                    <w:sz w:val="28"/>
                    <w:szCs w:val="28"/>
                  </w:rPr>
                </w:pPr>
                <w:r>
                  <w:rPr>
                    <w:rFonts w:ascii="돋움" w:hAnsi="돋움" w:cs="돋움" w:eastAsia="돋움"/>
                    <w:b/>
                    <w:bCs/>
                    <w:sz w:val="28"/>
                    <w:szCs w:val="28"/>
                  </w:rPr>
                  <w:t>전공</w:t>
                </w:r>
                <w:r>
                  <w:rPr>
                    <w:rFonts w:ascii="돋움" w:hAnsi="돋움" w:cs="돋움" w:eastAsia="돋움"/>
                    <w:b/>
                    <w:bCs/>
                    <w:spacing w:val="20"/>
                    <w:sz w:val="28"/>
                    <w:szCs w:val="28"/>
                  </w:rPr>
                  <w:t> </w:t>
                </w:r>
                <w:r>
                  <w:rPr>
                    <w:rFonts w:ascii="돋움" w:hAnsi="돋움" w:cs="돋움" w:eastAsia="돋움"/>
                    <w:b/>
                    <w:bCs/>
                    <w:sz w:val="28"/>
                    <w:szCs w:val="28"/>
                  </w:rPr>
                  <w:t>강의시간표</w:t>
                </w:r>
                <w:r>
                  <w:rPr>
                    <w:rFonts w:ascii="돋움" w:hAnsi="돋움" w:cs="돋움" w:eastAsia="돋움"/>
                    <w:sz w:val="28"/>
                    <w:szCs w:val="28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45.669998pt;margin-top:62.982422pt;width:104.7pt;height:16pt;mso-position-horizontal-relative:page;mso-position-vertical-relative:page;z-index:-1605544" type="#_x0000_t202" filled="false" stroked="false">
          <v:textbox inset="0,0,0,0">
            <w:txbxContent>
              <w:p>
                <w:pPr>
                  <w:spacing w:line="300" w:lineRule="exact" w:before="0"/>
                  <w:ind w:left="20" w:right="0" w:firstLine="0"/>
                  <w:jc w:val="left"/>
                  <w:rPr>
                    <w:rFonts w:ascii="돋움" w:hAnsi="돋움" w:cs="돋움" w:eastAsia="돋움"/>
                    <w:sz w:val="28"/>
                    <w:szCs w:val="28"/>
                  </w:rPr>
                </w:pPr>
                <w:r>
                  <w:rPr>
                    <w:rFonts w:ascii="돋움" w:hAnsi="돋움" w:cs="돋움" w:eastAsia="돋움"/>
                    <w:b/>
                    <w:bCs/>
                    <w:sz w:val="28"/>
                    <w:szCs w:val="28"/>
                  </w:rPr>
                  <w:t>전공</w:t>
                </w:r>
                <w:r>
                  <w:rPr>
                    <w:rFonts w:ascii="돋움" w:hAnsi="돋움" w:cs="돋움" w:eastAsia="돋움"/>
                    <w:b/>
                    <w:bCs/>
                    <w:spacing w:val="20"/>
                    <w:sz w:val="28"/>
                    <w:szCs w:val="28"/>
                  </w:rPr>
                  <w:t> </w:t>
                </w:r>
                <w:r>
                  <w:rPr>
                    <w:rFonts w:ascii="돋움" w:hAnsi="돋움" w:cs="돋움" w:eastAsia="돋움"/>
                    <w:b/>
                    <w:bCs/>
                    <w:sz w:val="28"/>
                    <w:szCs w:val="28"/>
                  </w:rPr>
                  <w:t>강의시간표</w:t>
                </w:r>
                <w:r>
                  <w:rPr>
                    <w:rFonts w:ascii="돋움" w:hAnsi="돋움" w:cs="돋움" w:eastAsia="돋움"/>
                    <w:sz w:val="28"/>
                    <w:szCs w:val="28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45.669998pt;margin-top:62.982422pt;width:104.7pt;height:16pt;mso-position-horizontal-relative:page;mso-position-vertical-relative:page;z-index:-1605520" type="#_x0000_t202" filled="false" stroked="false">
          <v:textbox inset="0,0,0,0">
            <w:txbxContent>
              <w:p>
                <w:pPr>
                  <w:spacing w:line="300" w:lineRule="exact" w:before="0"/>
                  <w:ind w:left="20" w:right="0" w:firstLine="0"/>
                  <w:jc w:val="left"/>
                  <w:rPr>
                    <w:rFonts w:ascii="돋움" w:hAnsi="돋움" w:cs="돋움" w:eastAsia="돋움"/>
                    <w:sz w:val="28"/>
                    <w:szCs w:val="28"/>
                  </w:rPr>
                </w:pPr>
                <w:r>
                  <w:rPr>
                    <w:rFonts w:ascii="돋움" w:hAnsi="돋움" w:cs="돋움" w:eastAsia="돋움"/>
                    <w:b/>
                    <w:bCs/>
                    <w:sz w:val="28"/>
                    <w:szCs w:val="28"/>
                  </w:rPr>
                  <w:t>전공</w:t>
                </w:r>
                <w:r>
                  <w:rPr>
                    <w:rFonts w:ascii="돋움" w:hAnsi="돋움" w:cs="돋움" w:eastAsia="돋움"/>
                    <w:b/>
                    <w:bCs/>
                    <w:spacing w:val="20"/>
                    <w:sz w:val="28"/>
                    <w:szCs w:val="28"/>
                  </w:rPr>
                  <w:t> </w:t>
                </w:r>
                <w:r>
                  <w:rPr>
                    <w:rFonts w:ascii="돋움" w:hAnsi="돋움" w:cs="돋움" w:eastAsia="돋움"/>
                    <w:b/>
                    <w:bCs/>
                    <w:sz w:val="28"/>
                    <w:szCs w:val="28"/>
                  </w:rPr>
                  <w:t>강의시간표</w:t>
                </w:r>
                <w:r>
                  <w:rPr>
                    <w:rFonts w:ascii="돋움" w:hAnsi="돋움" w:cs="돋움" w:eastAsia="돋움"/>
                    <w:sz w:val="28"/>
                    <w:szCs w:val="28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13"/>
      <w:ind w:left="120"/>
    </w:pPr>
    <w:rPr>
      <w:rFonts w:ascii="돋움" w:hAnsi="돋움" w:eastAsia="돋움"/>
      <w:b/>
      <w:bCs/>
      <w:sz w:val="16"/>
      <w:szCs w:val="1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2020-08-07T15:30:12Z</dcterms:created>
  <dcterms:modified xsi:type="dcterms:W3CDTF">2020-08-07T15:30:12Z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LastSaved">
    <vt:filetime>2020-08-07T00:00:00Z</vt:filetime>
  </property>
</Properties>
</file>